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82" w:rsidRDefault="004E0982" w:rsidP="004E0982">
      <w:pPr>
        <w:pStyle w:val="af1"/>
        <w:widowControl w:val="0"/>
        <w:numPr>
          <w:ilvl w:val="0"/>
          <w:numId w:val="26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4E0982" w:rsidRDefault="004E0982" w:rsidP="004E0982">
      <w:pPr>
        <w:pStyle w:val="af1"/>
        <w:widowControl w:val="0"/>
        <w:numPr>
          <w:ilvl w:val="0"/>
          <w:numId w:val="27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4E0982" w:rsidRDefault="004E0982" w:rsidP="004E0982">
      <w:pPr>
        <w:pStyle w:val="af1"/>
        <w:widowControl w:val="0"/>
        <w:numPr>
          <w:ilvl w:val="0"/>
          <w:numId w:val="28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4E0982" w:rsidRDefault="004E0982" w:rsidP="004E0982">
      <w:pPr>
        <w:pStyle w:val="af1"/>
        <w:widowControl w:val="0"/>
        <w:numPr>
          <w:ilvl w:val="0"/>
          <w:numId w:val="28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</w:p>
    <w:p w:rsidR="004E0982" w:rsidRDefault="004E0982" w:rsidP="004E0982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от  27.04.2023 г.   № 661-н</w:t>
      </w:r>
    </w:p>
    <w:p w:rsidR="00487A9B" w:rsidRDefault="00487A9B" w:rsidP="00DD0126">
      <w:pPr>
        <w:pStyle w:val="aa"/>
        <w:spacing w:line="260" w:lineRule="exact"/>
        <w:jc w:val="right"/>
        <w:rPr>
          <w:rFonts w:ascii="Times New Roman" w:hAnsi="Times New Roman"/>
          <w:sz w:val="28"/>
          <w:szCs w:val="28"/>
        </w:rPr>
      </w:pPr>
    </w:p>
    <w:p w:rsidR="00AC5C6A" w:rsidRPr="00AC5C6A" w:rsidRDefault="00AC5C6A" w:rsidP="00322F7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22F7A" w:rsidRDefault="00DB4BE4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Марксовск</w:t>
      </w:r>
      <w:r w:rsidR="00450191">
        <w:rPr>
          <w:rFonts w:ascii="Times New Roman" w:hAnsi="Times New Roman"/>
          <w:sz w:val="28"/>
          <w:szCs w:val="28"/>
        </w:rPr>
        <w:t xml:space="preserve">ого муниципального района от </w:t>
      </w:r>
      <w:r w:rsidR="00450191" w:rsidRPr="00450191">
        <w:rPr>
          <w:rFonts w:ascii="Times New Roman" w:hAnsi="Times New Roman"/>
          <w:sz w:val="28"/>
          <w:szCs w:val="28"/>
        </w:rPr>
        <w:t>26 декабря 2022 года № 2507-н</w:t>
      </w:r>
      <w:r w:rsidR="00450191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A7846">
        <w:rPr>
          <w:rFonts w:ascii="Times New Roman" w:hAnsi="Times New Roman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846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322F7A" w:rsidRPr="009A7846">
        <w:rPr>
          <w:rFonts w:ascii="Times New Roman" w:hAnsi="Times New Roman"/>
          <w:sz w:val="28"/>
          <w:szCs w:val="28"/>
        </w:rPr>
        <w:t>«Развитие транспортной</w:t>
      </w:r>
      <w:r w:rsidR="00322F7A">
        <w:rPr>
          <w:rFonts w:ascii="Times New Roman" w:hAnsi="Times New Roman"/>
          <w:sz w:val="28"/>
          <w:szCs w:val="28"/>
        </w:rPr>
        <w:t xml:space="preserve"> </w:t>
      </w:r>
      <w:r w:rsidR="00322F7A" w:rsidRPr="009A7846">
        <w:rPr>
          <w:rFonts w:ascii="Times New Roman" w:hAnsi="Times New Roman"/>
          <w:sz w:val="28"/>
          <w:szCs w:val="28"/>
        </w:rPr>
        <w:t>системы в муниципальном образовании</w:t>
      </w:r>
      <w:r w:rsidR="00322F7A">
        <w:rPr>
          <w:rFonts w:ascii="Times New Roman" w:hAnsi="Times New Roman"/>
          <w:sz w:val="28"/>
          <w:szCs w:val="28"/>
        </w:rPr>
        <w:t xml:space="preserve"> </w:t>
      </w:r>
      <w:r w:rsidR="00322F7A" w:rsidRPr="009A7846">
        <w:rPr>
          <w:rFonts w:ascii="Times New Roman" w:hAnsi="Times New Roman"/>
          <w:sz w:val="28"/>
          <w:szCs w:val="28"/>
        </w:rPr>
        <w:t>город  Маркс»</w:t>
      </w:r>
    </w:p>
    <w:p w:rsidR="00322F7A" w:rsidRDefault="00322F7A" w:rsidP="00322F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2F7A" w:rsidRDefault="00322F7A" w:rsidP="00322F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2F7A" w:rsidRDefault="00322F7A" w:rsidP="00322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/>
            <w:sz w:val="28"/>
            <w:szCs w:val="28"/>
          </w:rPr>
          <w:t>2003 года</w:t>
        </w:r>
      </w:smartTag>
      <w:r>
        <w:rPr>
          <w:rFonts w:ascii="Times New Roman" w:hAnsi="Times New Roman"/>
          <w:sz w:val="28"/>
          <w:szCs w:val="28"/>
        </w:rPr>
        <w:t xml:space="preserve"> №     131-ФЗ «Об общих принципах организации местного самоуправления в Российской Федерации», руководствуясь</w:t>
      </w:r>
      <w:r w:rsidRPr="00DD2B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ч. 1 ст. 179 Бюджетного кодекса Российской Федерации, постановлением </w:t>
      </w:r>
      <w:r w:rsidRPr="00694087">
        <w:rPr>
          <w:rFonts w:ascii="Times New Roman" w:hAnsi="Times New Roman"/>
          <w:sz w:val="28"/>
          <w:szCs w:val="28"/>
        </w:rPr>
        <w:t xml:space="preserve">администрации Марксовского  муниципального района от </w:t>
      </w:r>
      <w:r>
        <w:rPr>
          <w:rFonts w:ascii="Times New Roman" w:hAnsi="Times New Roman"/>
          <w:sz w:val="28"/>
          <w:szCs w:val="28"/>
        </w:rPr>
        <w:t xml:space="preserve">5 ноября </w:t>
      </w:r>
      <w:r w:rsidRPr="00694087">
        <w:rPr>
          <w:rFonts w:ascii="Times New Roman" w:hAnsi="Times New Roman"/>
          <w:sz w:val="28"/>
          <w:szCs w:val="28"/>
        </w:rPr>
        <w:t>2014 года № </w:t>
      </w:r>
      <w:r>
        <w:rPr>
          <w:rFonts w:ascii="Times New Roman" w:hAnsi="Times New Roman"/>
          <w:sz w:val="28"/>
          <w:szCs w:val="28"/>
        </w:rPr>
        <w:t>2710-н</w:t>
      </w:r>
      <w:r w:rsidRPr="00694087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>б установлении</w:t>
      </w:r>
      <w:r w:rsidRPr="006940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94087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а</w:t>
      </w:r>
      <w:r w:rsidRPr="00694087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программ</w:t>
      </w:r>
      <w:r>
        <w:rPr>
          <w:rFonts w:ascii="Times New Roman" w:hAnsi="Times New Roman"/>
          <w:sz w:val="28"/>
          <w:szCs w:val="28"/>
        </w:rPr>
        <w:t xml:space="preserve"> Марксовского муниципального района, муниципального образования город Маркс</w:t>
      </w:r>
      <w:r w:rsidRPr="00694087">
        <w:rPr>
          <w:rFonts w:ascii="Times New Roman" w:hAnsi="Times New Roman"/>
          <w:sz w:val="28"/>
          <w:szCs w:val="28"/>
        </w:rPr>
        <w:t>, их формирования и реализации</w:t>
      </w:r>
      <w:proofErr w:type="gramEnd"/>
      <w:r w:rsidRPr="0069408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Порядка </w:t>
      </w:r>
      <w:proofErr w:type="gramStart"/>
      <w:r w:rsidRPr="00694087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>
        <w:rPr>
          <w:rFonts w:ascii="Times New Roman" w:hAnsi="Times New Roman"/>
          <w:sz w:val="28"/>
          <w:szCs w:val="28"/>
        </w:rPr>
        <w:t xml:space="preserve"> Марксовского муниципального района, муниципального образования город Маркс», Уставом Марксовского муниципального района, Уставом муниципального образования город Маркс, администрация Марксовского муниципального района ПОСТАНОВЛЯЕТ:</w:t>
      </w:r>
    </w:p>
    <w:p w:rsidR="00DA5D0F" w:rsidRDefault="00DA5D0F" w:rsidP="001C7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Марксовского муниципа</w:t>
      </w:r>
      <w:r w:rsidR="001C7197">
        <w:rPr>
          <w:rFonts w:ascii="Times New Roman" w:hAnsi="Times New Roman"/>
          <w:sz w:val="28"/>
          <w:szCs w:val="28"/>
        </w:rPr>
        <w:t>льного района от 26 декабря 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1C7197">
        <w:rPr>
          <w:rFonts w:ascii="Times New Roman" w:hAnsi="Times New Roman"/>
          <w:sz w:val="28"/>
          <w:szCs w:val="28"/>
        </w:rPr>
        <w:t xml:space="preserve"> года № 2507</w:t>
      </w:r>
      <w:r>
        <w:rPr>
          <w:rFonts w:ascii="Times New Roman" w:hAnsi="Times New Roman"/>
          <w:sz w:val="28"/>
          <w:szCs w:val="28"/>
        </w:rPr>
        <w:t>-н «</w:t>
      </w:r>
      <w:r w:rsidRPr="009A7846">
        <w:rPr>
          <w:rFonts w:ascii="Times New Roman" w:hAnsi="Times New Roman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846">
        <w:rPr>
          <w:rFonts w:ascii="Times New Roman" w:hAnsi="Times New Roman"/>
          <w:sz w:val="28"/>
          <w:szCs w:val="28"/>
        </w:rPr>
        <w:t>программы «Развитие транспортной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846">
        <w:rPr>
          <w:rFonts w:ascii="Times New Roman" w:hAnsi="Times New Roman"/>
          <w:sz w:val="28"/>
          <w:szCs w:val="28"/>
        </w:rPr>
        <w:t xml:space="preserve">системы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A7846">
        <w:rPr>
          <w:rFonts w:ascii="Times New Roman" w:hAnsi="Times New Roman"/>
          <w:sz w:val="28"/>
          <w:szCs w:val="28"/>
        </w:rPr>
        <w:t>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город</w:t>
      </w:r>
      <w:r w:rsidRPr="009A7846">
        <w:rPr>
          <w:rFonts w:ascii="Times New Roman" w:hAnsi="Times New Roman"/>
          <w:sz w:val="28"/>
          <w:szCs w:val="28"/>
        </w:rPr>
        <w:t xml:space="preserve"> Маркс»</w:t>
      </w:r>
      <w:r w:rsidR="001C7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DA5D0F" w:rsidRDefault="00DA5D0F" w:rsidP="00DA5D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приложении:</w:t>
      </w:r>
    </w:p>
    <w:p w:rsidR="00DA5D0F" w:rsidRDefault="00DA5D0F" w:rsidP="00DA5D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Позицию паспорта «Объемы финансового обеспечения муниципальной программы, в том числе по годам» муниципальной программы «Развитие  транспортной системы в муниципальном обра</w:t>
      </w:r>
      <w:r w:rsidR="001C7197">
        <w:rPr>
          <w:rFonts w:ascii="Times New Roman" w:hAnsi="Times New Roman"/>
          <w:sz w:val="28"/>
          <w:szCs w:val="28"/>
        </w:rPr>
        <w:t>зовании город Маркс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DA5D0F" w:rsidRPr="008D624F" w:rsidRDefault="00DA5D0F" w:rsidP="00DA5D0F">
      <w:pPr>
        <w:spacing w:after="0" w:line="216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4"/>
        <w:gridCol w:w="2873"/>
        <w:gridCol w:w="1521"/>
        <w:gridCol w:w="1635"/>
        <w:gridCol w:w="1488"/>
        <w:gridCol w:w="1418"/>
        <w:gridCol w:w="426"/>
      </w:tblGrid>
      <w:tr w:rsidR="00DA5D0F" w:rsidTr="0098119C">
        <w:trPr>
          <w:gridAfter w:val="1"/>
          <w:wAfter w:w="426" w:type="dxa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ind w:left="-113"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DA5D0F" w:rsidTr="0098119C">
        <w:trPr>
          <w:gridAfter w:val="1"/>
          <w:wAfter w:w="426" w:type="dxa"/>
          <w:trHeight w:val="641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A5D0F" w:rsidRDefault="00DA5D0F" w:rsidP="009811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DA5D0F" w:rsidP="009811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DA5D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DA5D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DA5D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D0F" w:rsidTr="0098119C">
        <w:trPr>
          <w:gridBefore w:val="1"/>
          <w:gridAfter w:val="1"/>
          <w:wBefore w:w="284" w:type="dxa"/>
          <w:wAfter w:w="426" w:type="dxa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0687C" w:rsidP="0098119C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84702,6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0687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27801,3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50687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0687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28611,1</w:t>
            </w:r>
          </w:p>
        </w:tc>
      </w:tr>
      <w:tr w:rsidR="00DA5D0F" w:rsidTr="0098119C">
        <w:trPr>
          <w:gridBefore w:val="1"/>
          <w:gridAfter w:val="1"/>
          <w:wBefore w:w="284" w:type="dxa"/>
          <w:wAfter w:w="426" w:type="dxa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0687C" w:rsidP="0098119C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0687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0687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0687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D0F" w:rsidTr="0098119C">
        <w:trPr>
          <w:gridBefore w:val="1"/>
          <w:gridAfter w:val="1"/>
          <w:wBefore w:w="284" w:type="dxa"/>
          <w:wAfter w:w="426" w:type="dxa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1C719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0687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0687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0687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0687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D0F" w:rsidTr="0098119C">
        <w:trPr>
          <w:gridBefore w:val="1"/>
          <w:gridAfter w:val="1"/>
          <w:wBefore w:w="284" w:type="dxa"/>
          <w:wAfter w:w="426" w:type="dxa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1C719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A5D0F" w:rsidTr="0098119C">
        <w:trPr>
          <w:gridBefore w:val="1"/>
          <w:gridAfter w:val="1"/>
          <w:wBefore w:w="284" w:type="dxa"/>
          <w:wAfter w:w="426" w:type="dxa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1C719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A5D0F" w:rsidTr="001C7197">
        <w:trPr>
          <w:gridBefore w:val="1"/>
          <w:wBefore w:w="284" w:type="dxa"/>
          <w:trHeight w:val="995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1C719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муниципального дорожного фонда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0687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84702,6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0687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27801,3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50687C" w:rsidP="009811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0687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28611,1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DA5D0F" w:rsidRPr="003E0F1D" w:rsidRDefault="00DA5D0F" w:rsidP="00DA5D0F">
      <w:pPr>
        <w:spacing w:after="0" w:line="216" w:lineRule="auto"/>
        <w:ind w:firstLine="851"/>
        <w:jc w:val="both"/>
        <w:rPr>
          <w:rFonts w:ascii="Times New Roman" w:hAnsi="Times New Roman"/>
        </w:rPr>
      </w:pPr>
    </w:p>
    <w:p w:rsidR="00DA5D0F" w:rsidRDefault="00DA5D0F" w:rsidP="00DA5D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5 «Финансовое обеспечение реализации муниципальной программы»  муниципальной программы «Развитие транспортной системы в муниципальном образован</w:t>
      </w:r>
      <w:r w:rsidR="001C7197">
        <w:rPr>
          <w:rFonts w:ascii="Times New Roman" w:hAnsi="Times New Roman"/>
          <w:sz w:val="28"/>
          <w:szCs w:val="28"/>
        </w:rPr>
        <w:t>ии город Маркс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DA5D0F" w:rsidRDefault="00DA5D0F" w:rsidP="00DA5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«Объем и источники финансового обеспечения муниципальной программы.</w:t>
      </w:r>
    </w:p>
    <w:p w:rsidR="00DA5D0F" w:rsidRPr="003E0F1D" w:rsidRDefault="00DA5D0F" w:rsidP="00DA5D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финансового обеспечения </w:t>
      </w:r>
      <w:r w:rsidR="005C381C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на 2023 - 2025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гг. </w:t>
      </w:r>
      <w:r>
        <w:rPr>
          <w:rFonts w:ascii="Times New Roman" w:hAnsi="Times New Roman"/>
          <w:sz w:val="28"/>
          <w:szCs w:val="28"/>
        </w:rPr>
        <w:t xml:space="preserve">составит – </w:t>
      </w:r>
      <w:r w:rsidR="0050687C">
        <w:rPr>
          <w:rFonts w:ascii="Times New Roman" w:hAnsi="Times New Roman"/>
          <w:sz w:val="28"/>
          <w:szCs w:val="28"/>
        </w:rPr>
        <w:t>84702,6</w:t>
      </w:r>
      <w:r>
        <w:rPr>
          <w:rFonts w:ascii="Times New Roman" w:hAnsi="Times New Roman"/>
          <w:sz w:val="28"/>
          <w:szCs w:val="28"/>
        </w:rPr>
        <w:t xml:space="preserve"> </w:t>
      </w:r>
      <w:r w:rsidR="001C7197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средств муниципального дорожного фонда </w:t>
      </w:r>
      <w:r w:rsidR="0050687C">
        <w:rPr>
          <w:rFonts w:ascii="Times New Roman" w:eastAsia="Times New Roman" w:hAnsi="Times New Roman"/>
          <w:sz w:val="28"/>
          <w:szCs w:val="28"/>
          <w:lang w:eastAsia="ru-RU"/>
        </w:rPr>
        <w:t>84702,6</w:t>
      </w:r>
      <w:r w:rsidR="001C719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из них:</w:t>
      </w:r>
    </w:p>
    <w:p w:rsidR="00DA5D0F" w:rsidRDefault="005C381C" w:rsidP="00DA5D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2023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50687C">
        <w:rPr>
          <w:rFonts w:ascii="Times New Roman" w:hAnsi="Times New Roman"/>
          <w:sz w:val="28"/>
          <w:szCs w:val="28"/>
        </w:rPr>
        <w:t>27801,3</w:t>
      </w:r>
      <w:r w:rsidR="00DA5D0F">
        <w:rPr>
          <w:rFonts w:ascii="Times New Roman" w:hAnsi="Times New Roman"/>
          <w:sz w:val="28"/>
          <w:szCs w:val="28"/>
        </w:rPr>
        <w:t xml:space="preserve"> 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DA5D0F" w:rsidRDefault="005C381C" w:rsidP="00DA5D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2024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50687C">
        <w:rPr>
          <w:rFonts w:ascii="Times New Roman" w:eastAsia="Times New Roman" w:hAnsi="Times New Roman"/>
          <w:sz w:val="28"/>
          <w:szCs w:val="28"/>
          <w:lang w:eastAsia="ru-RU"/>
        </w:rPr>
        <w:t>28290,2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руб.;</w:t>
      </w:r>
    </w:p>
    <w:p w:rsidR="00DA5D0F" w:rsidRDefault="005C381C" w:rsidP="00DA5D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2025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</w:t>
      </w:r>
      <w:r w:rsidR="0050687C">
        <w:rPr>
          <w:rFonts w:ascii="Times New Roman" w:eastAsia="Times New Roman" w:hAnsi="Times New Roman"/>
          <w:sz w:val="28"/>
          <w:szCs w:val="28"/>
          <w:lang w:eastAsia="ru-RU"/>
        </w:rPr>
        <w:t>28611,1</w:t>
      </w:r>
      <w:r w:rsidR="00DA5D0F">
        <w:rPr>
          <w:rFonts w:ascii="Times New Roman" w:hAnsi="Times New Roman"/>
          <w:sz w:val="28"/>
          <w:szCs w:val="28"/>
        </w:rPr>
        <w:t xml:space="preserve"> 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DA5D0F" w:rsidRDefault="00DA5D0F" w:rsidP="00DA5D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Сведения об объемах и источниках финансового обеспечения приведены в приложении № 3 к Программе</w:t>
      </w:r>
      <w:proofErr w:type="gramStart"/>
      <w:r w:rsidR="00360B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DA5D0F" w:rsidRDefault="00DA5D0F" w:rsidP="00DA5D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Позицию Паспорта «Объемы финансового обеспечения подпрограммы, в том числе по годам» подпрограммы 1 «Обеспечение функционирования и развития объектов дорожного хозяйства» муниципальной программы «Развитие транспортной системы в муниципальном</w:t>
      </w:r>
      <w:r w:rsidR="001C7197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образовании город Маркс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p w:rsidR="00DA5D0F" w:rsidRDefault="00DA5D0F" w:rsidP="00DA5D0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6"/>
        <w:gridCol w:w="2553"/>
        <w:gridCol w:w="1135"/>
        <w:gridCol w:w="1561"/>
        <w:gridCol w:w="1843"/>
        <w:gridCol w:w="1554"/>
        <w:gridCol w:w="573"/>
      </w:tblGrid>
      <w:tr w:rsidR="00DA5D0F" w:rsidTr="005C381C">
        <w:trPr>
          <w:gridAfter w:val="1"/>
          <w:wAfter w:w="573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DA5D0F" w:rsidP="0098119C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подпрограммы, в том числе по годам:</w:t>
            </w:r>
          </w:p>
        </w:tc>
        <w:tc>
          <w:tcPr>
            <w:tcW w:w="6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DA5D0F" w:rsidTr="005C381C">
        <w:trPr>
          <w:gridAfter w:val="1"/>
          <w:wAfter w:w="573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DA5D0F" w:rsidP="009811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DA5D0F" w:rsidP="0098119C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DA5D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DA5D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5C381C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DA5D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DA5D0F" w:rsidTr="005C381C">
        <w:trPr>
          <w:gridAfter w:val="1"/>
          <w:wAfter w:w="573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C381C" w:rsidP="0098119C">
            <w:pPr>
              <w:pStyle w:val="aa"/>
              <w:ind w:left="-8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80397,6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26855,2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27116,1</w:t>
            </w:r>
          </w:p>
        </w:tc>
      </w:tr>
      <w:tr w:rsidR="00DA5D0F" w:rsidTr="005C381C">
        <w:trPr>
          <w:gridAfter w:val="1"/>
          <w:wAfter w:w="573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C381C" w:rsidP="0098119C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5D0F" w:rsidTr="005C381C">
        <w:trPr>
          <w:gridAfter w:val="1"/>
          <w:wAfter w:w="573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1C719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D0F" w:rsidTr="005C381C">
        <w:trPr>
          <w:gridAfter w:val="1"/>
          <w:wAfter w:w="573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1C719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D0F" w:rsidTr="005C381C">
        <w:trPr>
          <w:gridAfter w:val="1"/>
          <w:wAfter w:w="573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1C719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C381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D0F" w:rsidTr="005C381C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1C719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80397,6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5C381C" w:rsidP="009811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26426,3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5C381C" w:rsidP="009811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26855,2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0F" w:rsidRDefault="005C381C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27116,1</w:t>
            </w:r>
          </w:p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Раздел 5 «Объем и источники финансового обеспечения  муниципальной подпрограммы» подпрограммы 1 муниципальной программы «Развитие транспортной системы в муниципа</w:t>
      </w:r>
      <w:r w:rsidR="00D142FF">
        <w:rPr>
          <w:rFonts w:ascii="Times New Roman" w:hAnsi="Times New Roman"/>
          <w:sz w:val="28"/>
          <w:szCs w:val="28"/>
        </w:rPr>
        <w:t>льном образовании город Маркс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Объем и источники финансового обеспечения  муниципальной подпрограммы. </w:t>
      </w:r>
    </w:p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Реализация мероприятий подпрограммы муниципальной программы осуществляется за счет муниципального дорожного фонда.</w:t>
      </w:r>
    </w:p>
    <w:p w:rsidR="00DA5D0F" w:rsidRDefault="00DA5D0F" w:rsidP="00DA5D0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Общие расходы на реализацию подпрограммы муниципальной программы составят</w:t>
      </w:r>
      <w:r w:rsidR="005C381C">
        <w:rPr>
          <w:rFonts w:ascii="Times New Roman" w:hAnsi="Times New Roman"/>
          <w:sz w:val="28"/>
          <w:szCs w:val="28"/>
        </w:rPr>
        <w:t xml:space="preserve"> в 2023-2025</w:t>
      </w:r>
      <w:r>
        <w:rPr>
          <w:rFonts w:ascii="Times New Roman" w:hAnsi="Times New Roman"/>
          <w:sz w:val="28"/>
          <w:szCs w:val="28"/>
        </w:rPr>
        <w:t xml:space="preserve"> годы – </w:t>
      </w:r>
      <w:r w:rsidR="005C381C">
        <w:rPr>
          <w:rFonts w:ascii="Times New Roman" w:hAnsi="Times New Roman"/>
          <w:sz w:val="28"/>
          <w:szCs w:val="28"/>
        </w:rPr>
        <w:t>80397,6</w:t>
      </w:r>
      <w:r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средств муниципального дорожного фонда  </w:t>
      </w:r>
      <w:r w:rsidR="005C381C">
        <w:rPr>
          <w:rFonts w:ascii="Times New Roman" w:eastAsia="Times New Roman" w:hAnsi="Times New Roman"/>
          <w:sz w:val="28"/>
          <w:szCs w:val="28"/>
          <w:lang w:eastAsia="ru-RU"/>
        </w:rPr>
        <w:t>80397,6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из них:</w:t>
      </w:r>
    </w:p>
    <w:p w:rsidR="00DA5D0F" w:rsidRDefault="005C381C" w:rsidP="00DA5D0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2023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26426,3</w:t>
      </w:r>
      <w:r w:rsidR="00DA5D0F">
        <w:rPr>
          <w:rFonts w:ascii="Times New Roman" w:hAnsi="Times New Roman"/>
          <w:sz w:val="28"/>
          <w:szCs w:val="28"/>
        </w:rPr>
        <w:t xml:space="preserve"> 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DA5D0F" w:rsidRDefault="005C381C" w:rsidP="00DA5D0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2024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26855,2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руб.;</w:t>
      </w:r>
    </w:p>
    <w:p w:rsidR="00DA5D0F" w:rsidRDefault="005C381C" w:rsidP="005C381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2025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27116,1</w:t>
      </w:r>
      <w:r w:rsidR="00DA5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DA5D0F" w:rsidRDefault="00DA5D0F" w:rsidP="00DA5D0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 Позицию Паспорта «Объемы финансового обеспечения подпрограммы, в том числе по годам» подпрограммы 2 «Обеспечение безопасности дорожного движения в муниципальном образовании город Маркс» муниципальной программы «Развитие транспортной системы в муниципа</w:t>
      </w:r>
      <w:r w:rsidR="00D142FF">
        <w:rPr>
          <w:rFonts w:ascii="Times New Roman" w:eastAsia="Times New Roman" w:hAnsi="Times New Roman"/>
          <w:sz w:val="28"/>
          <w:szCs w:val="28"/>
          <w:lang w:eastAsia="ru-RU"/>
        </w:rPr>
        <w:t>льном образовании город Маркс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p w:rsidR="00DA5D0F" w:rsidRPr="003E0F1D" w:rsidRDefault="00DA5D0F" w:rsidP="00DA5D0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6"/>
        <w:gridCol w:w="2553"/>
        <w:gridCol w:w="1135"/>
        <w:gridCol w:w="1561"/>
        <w:gridCol w:w="1843"/>
        <w:gridCol w:w="1560"/>
        <w:gridCol w:w="567"/>
      </w:tblGrid>
      <w:tr w:rsidR="00DA5D0F" w:rsidTr="0098119C">
        <w:trPr>
          <w:gridAfter w:val="1"/>
          <w:wAfter w:w="567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DA5D0F" w:rsidP="0098119C">
            <w:pPr>
              <w:pStyle w:val="aa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подпрограммы, в том числе по годам:</w:t>
            </w:r>
          </w:p>
        </w:tc>
        <w:tc>
          <w:tcPr>
            <w:tcW w:w="6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DA5D0F" w:rsidTr="0098119C">
        <w:trPr>
          <w:gridAfter w:val="1"/>
          <w:wAfter w:w="567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DA5D0F" w:rsidP="009811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DA5D0F" w:rsidP="0098119C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381C05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DA5D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A5D0F" w:rsidRDefault="00381C05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DA5D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0F" w:rsidRDefault="00381C05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DA5D0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DA5D0F" w:rsidTr="0098119C">
        <w:trPr>
          <w:gridAfter w:val="1"/>
          <w:wAfter w:w="567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381C05" w:rsidP="0098119C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4305,0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381C05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381C05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381C05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1495,0</w:t>
            </w:r>
          </w:p>
        </w:tc>
      </w:tr>
      <w:tr w:rsidR="00DA5D0F" w:rsidTr="0098119C">
        <w:trPr>
          <w:gridAfter w:val="1"/>
          <w:wAfter w:w="567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5D0F" w:rsidTr="0098119C">
        <w:trPr>
          <w:gridAfter w:val="1"/>
          <w:wAfter w:w="567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D142F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D0F" w:rsidTr="0098119C">
        <w:trPr>
          <w:gridAfter w:val="1"/>
          <w:wAfter w:w="567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D142F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D0F" w:rsidTr="0098119C">
        <w:trPr>
          <w:gridAfter w:val="1"/>
          <w:wAfter w:w="567" w:type="dxa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D142F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81C0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D0F" w:rsidTr="00D142FF">
        <w:trPr>
          <w:trHeight w:val="894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D0F" w:rsidRDefault="00DA5D0F" w:rsidP="0098119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DA5D0F" w:rsidP="00D142FF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муниципального дорожного фонда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381C05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4305,0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0F" w:rsidRDefault="00381C05" w:rsidP="009811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D0F" w:rsidRDefault="00381C05" w:rsidP="009811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0F" w:rsidRDefault="00381C05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1495,0</w:t>
            </w:r>
          </w:p>
          <w:p w:rsidR="00DA5D0F" w:rsidRDefault="00DA5D0F" w:rsidP="0098119C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DA5D0F" w:rsidRDefault="00DA5D0F" w:rsidP="009811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Раздел 5 «Объем и источники финансового обеспечения  муниципальной подпрограммы» подпрограммы 2 муниципальной программы «Развитие транспортной системы в муниципальном образован</w:t>
      </w:r>
      <w:r w:rsidR="00D142FF">
        <w:rPr>
          <w:rFonts w:ascii="Times New Roman" w:hAnsi="Times New Roman"/>
          <w:sz w:val="28"/>
          <w:szCs w:val="28"/>
        </w:rPr>
        <w:t>ии город Маркс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Объем и источники финансового обеспечения  муниципальной подпрограммы. </w:t>
      </w:r>
    </w:p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подпрограммы муниципальной программы осуществляется за счет средств местного бюджета.</w:t>
      </w:r>
    </w:p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Общие расходы на реализацию подпрограммы муниципальной программ</w:t>
      </w:r>
      <w:r w:rsidR="00381C05">
        <w:rPr>
          <w:rFonts w:ascii="Times New Roman" w:hAnsi="Times New Roman"/>
          <w:sz w:val="28"/>
          <w:szCs w:val="28"/>
        </w:rPr>
        <w:t>ы составят в 2023-2025</w:t>
      </w:r>
      <w:r>
        <w:rPr>
          <w:rFonts w:ascii="Times New Roman" w:hAnsi="Times New Roman"/>
          <w:sz w:val="28"/>
          <w:szCs w:val="28"/>
        </w:rPr>
        <w:t xml:space="preserve"> годы – </w:t>
      </w:r>
      <w:r w:rsidR="00381C05">
        <w:rPr>
          <w:rFonts w:ascii="Times New Roman" w:hAnsi="Times New Roman"/>
          <w:sz w:val="28"/>
          <w:szCs w:val="28"/>
        </w:rPr>
        <w:t>4305,0</w:t>
      </w:r>
      <w:r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средств муниципального дорожного фонда </w:t>
      </w:r>
      <w:r w:rsidR="00381C05">
        <w:rPr>
          <w:rFonts w:ascii="Times New Roman" w:eastAsia="Times New Roman" w:hAnsi="Times New Roman"/>
          <w:sz w:val="28"/>
          <w:szCs w:val="28"/>
          <w:lang w:eastAsia="ru-RU"/>
        </w:rPr>
        <w:t>4305,0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из них:</w:t>
      </w:r>
    </w:p>
    <w:p w:rsidR="00DA5D0F" w:rsidRDefault="00381C05" w:rsidP="00DA5D0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2023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1375,0</w:t>
      </w:r>
      <w:r w:rsidR="00DA5D0F">
        <w:rPr>
          <w:rFonts w:ascii="Times New Roman" w:hAnsi="Times New Roman"/>
          <w:sz w:val="28"/>
          <w:szCs w:val="28"/>
        </w:rPr>
        <w:t xml:space="preserve"> 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DA5D0F" w:rsidRDefault="00381C05" w:rsidP="00DA5D0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2024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1435,0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руб.;</w:t>
      </w:r>
    </w:p>
    <w:p w:rsidR="00DA5D0F" w:rsidRDefault="00381C05" w:rsidP="00DA5D0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2025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1495,0</w:t>
      </w:r>
      <w:r w:rsidR="00DA5D0F">
        <w:rPr>
          <w:rFonts w:ascii="Times New Roman" w:hAnsi="Times New Roman"/>
          <w:sz w:val="28"/>
          <w:szCs w:val="28"/>
        </w:rPr>
        <w:t xml:space="preserve"> </w:t>
      </w:r>
      <w:r w:rsidR="00DA5D0F">
        <w:rPr>
          <w:rFonts w:ascii="Times New Roman" w:eastAsia="Times New Roman" w:hAnsi="Times New Roman"/>
          <w:sz w:val="28"/>
          <w:szCs w:val="28"/>
          <w:lang w:eastAsia="ru-RU"/>
        </w:rPr>
        <w:t>тыс. руб.».</w:t>
      </w:r>
    </w:p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1.7. Приложение </w:t>
      </w:r>
      <w:r w:rsidR="00964190">
        <w:rPr>
          <w:rFonts w:ascii="Times New Roman" w:hAnsi="Times New Roman"/>
          <w:sz w:val="28"/>
          <w:szCs w:val="28"/>
        </w:rPr>
        <w:t xml:space="preserve">№ 1, </w:t>
      </w:r>
      <w:r>
        <w:rPr>
          <w:rFonts w:ascii="Times New Roman" w:hAnsi="Times New Roman"/>
          <w:sz w:val="28"/>
          <w:szCs w:val="28"/>
        </w:rPr>
        <w:t>№ 3 к муниципальной программе «Развитие транспортной системы в муниципальном образовани</w:t>
      </w:r>
      <w:r w:rsidR="00D142FF">
        <w:rPr>
          <w:rFonts w:ascii="Times New Roman" w:hAnsi="Times New Roman"/>
          <w:sz w:val="28"/>
          <w:szCs w:val="28"/>
        </w:rPr>
        <w:t>и город Маркс</w:t>
      </w:r>
      <w:r>
        <w:rPr>
          <w:rFonts w:ascii="Times New Roman" w:hAnsi="Times New Roman"/>
          <w:sz w:val="28"/>
          <w:szCs w:val="28"/>
        </w:rPr>
        <w:t>» изложит</w:t>
      </w:r>
      <w:r w:rsidR="00964190">
        <w:rPr>
          <w:rFonts w:ascii="Times New Roman" w:hAnsi="Times New Roman"/>
          <w:sz w:val="28"/>
          <w:szCs w:val="28"/>
        </w:rPr>
        <w:t>ь в редакции согласно приложениям № 1,</w:t>
      </w:r>
      <w:r w:rsidR="00363C2C">
        <w:rPr>
          <w:rFonts w:ascii="Times New Roman" w:hAnsi="Times New Roman"/>
          <w:sz w:val="28"/>
          <w:szCs w:val="28"/>
        </w:rPr>
        <w:t xml:space="preserve"> </w:t>
      </w:r>
      <w:r w:rsidR="0096419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Обнародовать настоящее постановление в газете МУП ЕРМ СМИ «Воложка» и опубликовать на официальном сайте Марксовского муниципального района.</w:t>
      </w:r>
    </w:p>
    <w:p w:rsidR="00DA5D0F" w:rsidRDefault="00DA5D0F" w:rsidP="00DA5D0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Шевелу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DA5D0F" w:rsidRDefault="00DA5D0F" w:rsidP="00DA5D0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A5D0F" w:rsidRDefault="00DA5D0F" w:rsidP="00DA5D0F">
      <w:pPr>
        <w:spacing w:after="0" w:line="240" w:lineRule="auto"/>
        <w:jc w:val="both"/>
        <w:rPr>
          <w:rStyle w:val="a3"/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DA5D0F" w:rsidRPr="00D838E3" w:rsidRDefault="00DA5D0F" w:rsidP="00DA5D0F">
      <w:pPr>
        <w:spacing w:after="0" w:line="240" w:lineRule="auto"/>
        <w:jc w:val="both"/>
        <w:rPr>
          <w:rStyle w:val="a3"/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:rsidR="00DA5D0F" w:rsidRPr="00165B87" w:rsidRDefault="00DA5D0F" w:rsidP="00DA5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5B8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Марксовского </w:t>
      </w:r>
      <w:r w:rsidRPr="00165B87">
        <w:rPr>
          <w:rFonts w:ascii="Times New Roman" w:hAnsi="Times New Roman"/>
          <w:sz w:val="28"/>
          <w:szCs w:val="28"/>
        </w:rPr>
        <w:t xml:space="preserve"> </w:t>
      </w:r>
    </w:p>
    <w:p w:rsidR="00DA5D0F" w:rsidRPr="00E01088" w:rsidRDefault="00DA5D0F" w:rsidP="00DA5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A5D0F" w:rsidRPr="00E01088" w:rsidSect="008D62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709" w:left="1701" w:header="709" w:footer="0" w:gutter="0"/>
          <w:cols w:space="708"/>
          <w:docGrid w:linePitch="360"/>
        </w:sectPr>
      </w:pPr>
      <w:r w:rsidRPr="00165B87">
        <w:rPr>
          <w:rFonts w:ascii="Times New Roman" w:hAnsi="Times New Roman"/>
          <w:sz w:val="28"/>
          <w:szCs w:val="28"/>
        </w:rPr>
        <w:t xml:space="preserve">муниципального района                                  </w:t>
      </w:r>
      <w:r w:rsidRPr="00165B87">
        <w:rPr>
          <w:rFonts w:ascii="Times New Roman" w:hAnsi="Times New Roman"/>
          <w:sz w:val="28"/>
          <w:szCs w:val="28"/>
        </w:rPr>
        <w:tab/>
      </w:r>
      <w:r w:rsidRPr="00165B87">
        <w:rPr>
          <w:rFonts w:ascii="Times New Roman" w:hAnsi="Times New Roman"/>
          <w:sz w:val="28"/>
          <w:szCs w:val="28"/>
        </w:rPr>
        <w:tab/>
      </w:r>
      <w:r w:rsidRPr="00165B8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65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Д.Н. Романов</w:t>
      </w:r>
    </w:p>
    <w:p w:rsidR="00322F7A" w:rsidRDefault="00322F7A" w:rsidP="00DA5D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22F7A" w:rsidSect="005306FD">
          <w:footerReference w:type="default" r:id="rId15"/>
          <w:pgSz w:w="11906" w:h="16838"/>
          <w:pgMar w:top="709" w:right="850" w:bottom="1134" w:left="1701" w:header="709" w:footer="57" w:gutter="0"/>
          <w:cols w:space="708"/>
          <w:docGrid w:linePitch="360"/>
        </w:sectPr>
      </w:pPr>
    </w:p>
    <w:p w:rsidR="00F42340" w:rsidRDefault="00367AC4" w:rsidP="00F423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</w:t>
      </w:r>
      <w:r w:rsidR="00DA5D0F">
        <w:rPr>
          <w:rFonts w:ascii="Times New Roman" w:hAnsi="Times New Roman"/>
          <w:sz w:val="28"/>
          <w:szCs w:val="28"/>
          <w:lang w:eastAsia="ru-RU"/>
        </w:rPr>
        <w:tab/>
      </w:r>
      <w:r w:rsidR="00DA5D0F">
        <w:rPr>
          <w:rFonts w:ascii="Times New Roman" w:hAnsi="Times New Roman"/>
          <w:sz w:val="28"/>
          <w:szCs w:val="28"/>
          <w:lang w:eastAsia="ru-RU"/>
        </w:rPr>
        <w:tab/>
      </w:r>
      <w:r w:rsidR="00DA5D0F">
        <w:rPr>
          <w:rFonts w:ascii="Times New Roman" w:hAnsi="Times New Roman"/>
          <w:sz w:val="28"/>
          <w:szCs w:val="28"/>
          <w:lang w:eastAsia="ru-RU"/>
        </w:rPr>
        <w:tab/>
      </w:r>
      <w:r w:rsidR="00DA5D0F">
        <w:rPr>
          <w:rFonts w:ascii="Times New Roman" w:hAnsi="Times New Roman"/>
          <w:sz w:val="28"/>
          <w:szCs w:val="28"/>
          <w:lang w:eastAsia="ru-RU"/>
        </w:rPr>
        <w:tab/>
      </w:r>
      <w:r w:rsidR="00DA5D0F">
        <w:rPr>
          <w:rFonts w:ascii="Times New Roman" w:hAnsi="Times New Roman"/>
          <w:sz w:val="28"/>
          <w:szCs w:val="28"/>
          <w:lang w:eastAsia="ru-RU"/>
        </w:rPr>
        <w:tab/>
      </w:r>
      <w:r w:rsidR="00DA5D0F">
        <w:rPr>
          <w:rFonts w:ascii="Times New Roman" w:hAnsi="Times New Roman"/>
          <w:sz w:val="28"/>
          <w:szCs w:val="28"/>
          <w:lang w:eastAsia="ru-RU"/>
        </w:rPr>
        <w:tab/>
      </w:r>
      <w:r w:rsidR="00DA5D0F">
        <w:rPr>
          <w:rFonts w:ascii="Times New Roman" w:hAnsi="Times New Roman"/>
          <w:sz w:val="28"/>
          <w:szCs w:val="28"/>
          <w:lang w:eastAsia="ru-RU"/>
        </w:rPr>
        <w:tab/>
      </w:r>
      <w:r w:rsidR="00DA5D0F">
        <w:rPr>
          <w:rFonts w:ascii="Times New Roman" w:hAnsi="Times New Roman"/>
          <w:sz w:val="28"/>
          <w:szCs w:val="28"/>
          <w:lang w:eastAsia="ru-RU"/>
        </w:rPr>
        <w:tab/>
      </w:r>
      <w:r w:rsidR="00DA5D0F">
        <w:rPr>
          <w:rFonts w:ascii="Times New Roman" w:hAnsi="Times New Roman"/>
          <w:sz w:val="28"/>
          <w:szCs w:val="28"/>
          <w:lang w:eastAsia="ru-RU"/>
        </w:rPr>
        <w:tab/>
      </w:r>
    </w:p>
    <w:p w:rsidR="00322F7A" w:rsidRDefault="00F42340" w:rsidP="00F42340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22F7A" w:rsidRPr="00324645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322F7A" w:rsidRDefault="00742E9C" w:rsidP="00742E9C">
      <w:pPr>
        <w:tabs>
          <w:tab w:val="left" w:pos="10915"/>
          <w:tab w:val="left" w:pos="11199"/>
        </w:tabs>
        <w:spacing w:after="0" w:line="240" w:lineRule="auto"/>
        <w:ind w:left="114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22F7A" w:rsidRPr="00324645">
        <w:rPr>
          <w:rFonts w:ascii="Times New Roman" w:hAnsi="Times New Roman"/>
          <w:sz w:val="28"/>
          <w:szCs w:val="28"/>
        </w:rPr>
        <w:t xml:space="preserve"> </w:t>
      </w:r>
    </w:p>
    <w:p w:rsidR="004E0982" w:rsidRDefault="004E0982" w:rsidP="004E0982">
      <w:pPr>
        <w:spacing w:line="216" w:lineRule="auto"/>
        <w:ind w:firstLine="114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от  27.04.2023 г.   № 661-н</w:t>
      </w:r>
    </w:p>
    <w:p w:rsidR="002739A0" w:rsidRDefault="002739A0" w:rsidP="002739A0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</w:p>
    <w:p w:rsidR="002739A0" w:rsidRDefault="002739A0" w:rsidP="002739A0">
      <w:pPr>
        <w:spacing w:after="0" w:line="240" w:lineRule="auto"/>
        <w:ind w:left="1063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24645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2739A0" w:rsidRPr="00324645" w:rsidRDefault="002739A0" w:rsidP="002739A0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b/>
          <w:bCs/>
          <w:sz w:val="28"/>
          <w:szCs w:val="28"/>
        </w:rPr>
      </w:pPr>
      <w:r w:rsidRPr="00324645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2739A0" w:rsidRPr="00324645" w:rsidRDefault="002739A0" w:rsidP="00F42340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22F7A" w:rsidRPr="00D838E3" w:rsidRDefault="00322F7A" w:rsidP="00367AC4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322F7A" w:rsidRPr="00684C92" w:rsidRDefault="00322F7A" w:rsidP="00322F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4C92">
        <w:rPr>
          <w:rStyle w:val="a3"/>
          <w:rFonts w:ascii="Times New Roman" w:hAnsi="Times New Roman"/>
          <w:b w:val="0"/>
          <w:color w:val="auto"/>
          <w:sz w:val="28"/>
          <w:szCs w:val="28"/>
        </w:rPr>
        <w:t>Перечень</w:t>
      </w:r>
    </w:p>
    <w:p w:rsidR="00322F7A" w:rsidRPr="00684C92" w:rsidRDefault="00322F7A" w:rsidP="00322F7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684C9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сновных мероприятий муниципальной программы</w:t>
      </w:r>
    </w:p>
    <w:p w:rsidR="00322F7A" w:rsidRPr="00684C92" w:rsidRDefault="00322F7A" w:rsidP="00322F7A">
      <w:pPr>
        <w:tabs>
          <w:tab w:val="left" w:pos="10915"/>
          <w:tab w:val="left" w:pos="11199"/>
        </w:tabs>
        <w:spacing w:after="0" w:line="240" w:lineRule="auto"/>
        <w:ind w:left="1276" w:right="251" w:hanging="142"/>
        <w:jc w:val="center"/>
        <w:rPr>
          <w:rFonts w:ascii="Times New Roman" w:hAnsi="Times New Roman"/>
          <w:bCs/>
          <w:sz w:val="28"/>
          <w:szCs w:val="28"/>
        </w:rPr>
      </w:pPr>
      <w:r w:rsidRPr="00684C92">
        <w:rPr>
          <w:rFonts w:ascii="Times New Roman" w:hAnsi="Times New Roman"/>
          <w:sz w:val="28"/>
          <w:szCs w:val="28"/>
        </w:rPr>
        <w:t>«Развитие транспортной системы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</w:t>
      </w:r>
      <w:r w:rsidRPr="00684C92">
        <w:rPr>
          <w:rFonts w:ascii="Times New Roman" w:hAnsi="Times New Roman"/>
          <w:sz w:val="28"/>
          <w:szCs w:val="28"/>
        </w:rPr>
        <w:t xml:space="preserve"> город Маркс»</w:t>
      </w:r>
    </w:p>
    <w:p w:rsidR="00322F7A" w:rsidRPr="00D838E3" w:rsidRDefault="00322F7A" w:rsidP="00322F7A">
      <w:pPr>
        <w:spacing w:after="0" w:line="240" w:lineRule="auto"/>
        <w:ind w:firstLine="720"/>
        <w:jc w:val="center"/>
        <w:rPr>
          <w:rFonts w:ascii="Times New Roman" w:hAnsi="Times New Roman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6690"/>
        <w:gridCol w:w="4536"/>
        <w:gridCol w:w="1559"/>
        <w:gridCol w:w="1843"/>
        <w:gridCol w:w="567"/>
      </w:tblGrid>
      <w:tr w:rsidR="00322F7A" w:rsidRPr="00D838E3" w:rsidTr="00EA5C10">
        <w:trPr>
          <w:gridAfter w:val="1"/>
          <w:wAfter w:w="567" w:type="dxa"/>
        </w:trPr>
        <w:tc>
          <w:tcPr>
            <w:tcW w:w="64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</w:p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аименование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</w:tr>
      <w:tr w:rsidR="00322F7A" w:rsidRPr="00D838E3" w:rsidTr="00EA5C10">
        <w:trPr>
          <w:gridAfter w:val="1"/>
          <w:wAfter w:w="567" w:type="dxa"/>
        </w:trPr>
        <w:tc>
          <w:tcPr>
            <w:tcW w:w="64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D838E3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Начало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</w:tr>
      <w:tr w:rsidR="00322F7A" w:rsidRPr="00D838E3" w:rsidTr="00EA5C10">
        <w:trPr>
          <w:gridAfter w:val="1"/>
          <w:wAfter w:w="567" w:type="dxa"/>
        </w:trPr>
        <w:tc>
          <w:tcPr>
            <w:tcW w:w="15276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F7A" w:rsidRPr="00684C92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92">
              <w:rPr>
                <w:rFonts w:ascii="Times New Roman" w:hAnsi="Times New Roman" w:cs="Times New Roman"/>
                <w:sz w:val="28"/>
                <w:szCs w:val="28"/>
              </w:rPr>
              <w:t>Подпрограмма 1 «Обеспечение функционирования и развития объектов дорожного хозяйства»</w:t>
            </w:r>
          </w:p>
        </w:tc>
      </w:tr>
      <w:tr w:rsidR="00322F7A" w:rsidRPr="00D838E3" w:rsidTr="00EA5C10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</w:t>
            </w:r>
          </w:p>
          <w:p w:rsidR="00322F7A" w:rsidRPr="00566527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дорожек на территории муниципального образования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EA5C10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2F7A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примыканий к дорогам, улиц, парков, площадей, тротуарных (пешеходных) дорожек на территории муниципального образования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Марксовского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EA5C10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2F7A" w:rsidRPr="00566527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EA5C10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22F7A" w:rsidRPr="00566527" w:rsidRDefault="00322F7A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Экспертиза сметной документации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EA5C10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22F7A" w:rsidRPr="00566527" w:rsidRDefault="00322F7A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6527">
              <w:rPr>
                <w:rFonts w:ascii="Times New Roman" w:hAnsi="Times New Roman"/>
                <w:sz w:val="28"/>
                <w:szCs w:val="28"/>
                <w:lang w:eastAsia="ru-RU"/>
              </w:rPr>
              <w:t>Паспортизация дорог</w:t>
            </w:r>
          </w:p>
          <w:p w:rsidR="00322F7A" w:rsidRPr="00566527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EA5C10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5</w:t>
            </w:r>
          </w:p>
          <w:p w:rsidR="00322F7A" w:rsidRPr="0047776E" w:rsidRDefault="0047776E" w:rsidP="00EA5C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6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Pr="0047776E">
              <w:rPr>
                <w:rFonts w:ascii="Times New Roman" w:eastAsia="Times New Roman" w:hAnsi="Times New Roman"/>
                <w:sz w:val="28"/>
                <w:szCs w:val="28"/>
              </w:rPr>
              <w:t xml:space="preserve"> комплексной схемы организации дорожного движения и проекта организации дорожного движения на автомобильных дорогах общего пользования местного значения  муниципального образования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Default="00322F7A" w:rsidP="00EA5C10">
            <w:pPr>
              <w:spacing w:after="0" w:line="240" w:lineRule="auto"/>
              <w:jc w:val="both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48247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566527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D838E3" w:rsidTr="00EA5C10">
        <w:trPr>
          <w:gridAfter w:val="1"/>
          <w:wAfter w:w="567" w:type="dxa"/>
        </w:trPr>
        <w:tc>
          <w:tcPr>
            <w:tcW w:w="1527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684C92" w:rsidRDefault="00322F7A" w:rsidP="00EA5C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2. 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22F7A" w:rsidRPr="002F21DB" w:rsidTr="00EA5C10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2F21DB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Основное мероприятие:</w:t>
            </w:r>
          </w:p>
          <w:p w:rsidR="00322F7A" w:rsidRPr="00C76509" w:rsidRDefault="00322F7A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spacing w:after="0" w:line="240" w:lineRule="auto"/>
              <w:jc w:val="both"/>
            </w:pPr>
            <w:r w:rsidRPr="00C7650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2479" w:rsidRPr="00C765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 w:rsidRPr="00C765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76509" w:rsidRPr="002F21DB" w:rsidTr="00EA5C10">
        <w:trPr>
          <w:gridAfter w:val="1"/>
          <w:wAfter w:w="567" w:type="dxa"/>
          <w:trHeight w:val="69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09" w:rsidRPr="002F21DB" w:rsidRDefault="00C7650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09" w:rsidRPr="00C76509" w:rsidRDefault="00C76509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Мероприятие 1.</w:t>
            </w:r>
          </w:p>
          <w:p w:rsidR="00C76509" w:rsidRPr="00C76509" w:rsidRDefault="00C76509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по содержанию автомобильных дорог местного </w:t>
            </w:r>
            <w:r w:rsidRPr="00C76509">
              <w:rPr>
                <w:rFonts w:ascii="Times New Roman" w:hAnsi="Times New Roman"/>
                <w:sz w:val="28"/>
                <w:szCs w:val="28"/>
              </w:rPr>
              <w:lastRenderedPageBreak/>
              <w:t>значения, в рамках муниципального задания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09" w:rsidRPr="00C76509" w:rsidRDefault="00C76509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Марксовского муниципального </w:t>
            </w:r>
            <w:r w:rsidRPr="00C76509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09" w:rsidRPr="00C76509" w:rsidRDefault="00C7650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09" w:rsidRPr="00C76509" w:rsidRDefault="00C7650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</w:tr>
      <w:tr w:rsidR="00322F7A" w:rsidRPr="00C76509" w:rsidTr="00EA5C10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Мероприятие 1</w:t>
            </w:r>
            <w:r w:rsidR="00C76509" w:rsidRPr="00C76509"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322F7A" w:rsidRPr="00C76509" w:rsidRDefault="00C76509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>Обновление</w:t>
            </w:r>
            <w:r w:rsidR="00322F7A" w:rsidRPr="00C765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6509">
              <w:rPr>
                <w:rFonts w:ascii="Times New Roman" w:hAnsi="Times New Roman"/>
                <w:sz w:val="28"/>
                <w:szCs w:val="28"/>
              </w:rPr>
              <w:t>дорожной разметки и обустройство</w:t>
            </w:r>
            <w:r w:rsidR="00322F7A" w:rsidRPr="00C76509">
              <w:rPr>
                <w:rFonts w:ascii="Times New Roman" w:hAnsi="Times New Roman"/>
                <w:sz w:val="28"/>
                <w:szCs w:val="28"/>
              </w:rPr>
              <w:t xml:space="preserve"> искусственных неровностей в муниципальном образовании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spacing w:after="0" w:line="240" w:lineRule="auto"/>
              <w:jc w:val="both"/>
            </w:pPr>
            <w:r w:rsidRPr="00C7650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48247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2479" w:rsidRPr="00C765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22F7A" w:rsidRPr="002F21DB" w:rsidTr="00EA5C10">
        <w:trPr>
          <w:gridAfter w:val="1"/>
          <w:wAfter w:w="567" w:type="dxa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99553B">
              <w:rPr>
                <w:rFonts w:ascii="Times New Roman" w:hAnsi="Times New Roman"/>
                <w:sz w:val="28"/>
                <w:szCs w:val="28"/>
              </w:rPr>
              <w:t>1.</w:t>
            </w:r>
            <w:r w:rsidRPr="00C76509">
              <w:rPr>
                <w:rFonts w:ascii="Times New Roman" w:hAnsi="Times New Roman"/>
                <w:sz w:val="28"/>
                <w:szCs w:val="28"/>
              </w:rPr>
              <w:t xml:space="preserve">2  </w:t>
            </w:r>
          </w:p>
          <w:p w:rsidR="00322F7A" w:rsidRPr="00C76509" w:rsidRDefault="00322F7A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509">
              <w:rPr>
                <w:rFonts w:ascii="Times New Roman" w:hAnsi="Times New Roman"/>
                <w:sz w:val="28"/>
                <w:szCs w:val="28"/>
              </w:rPr>
              <w:t xml:space="preserve">Приобретение и установка дорожных знаков </w:t>
            </w:r>
            <w:r w:rsidR="00C76509" w:rsidRPr="00C76509">
              <w:rPr>
                <w:rFonts w:ascii="Times New Roman" w:hAnsi="Times New Roman"/>
                <w:sz w:val="28"/>
                <w:szCs w:val="28"/>
              </w:rPr>
              <w:t>в муниципальном образовании</w:t>
            </w:r>
            <w:r w:rsidRPr="00C76509">
              <w:rPr>
                <w:rFonts w:ascii="Times New Roman" w:hAnsi="Times New Roman"/>
                <w:sz w:val="28"/>
                <w:szCs w:val="28"/>
              </w:rPr>
              <w:t xml:space="preserve"> город Маркс.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spacing w:after="0" w:line="240" w:lineRule="auto"/>
              <w:jc w:val="both"/>
            </w:pPr>
            <w:r w:rsidRPr="00C7650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48247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C76509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 w:rsidRPr="00C765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C765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C1832" w:rsidRPr="003C1832" w:rsidTr="00EA5C10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53B" w:rsidRDefault="0099553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53B" w:rsidRDefault="0099553B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1.3</w:t>
            </w:r>
          </w:p>
          <w:p w:rsidR="00322F7A" w:rsidRPr="0099553B" w:rsidRDefault="00322F7A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3B"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</w:t>
            </w:r>
            <w:r w:rsidR="0099553B" w:rsidRPr="0099553B">
              <w:rPr>
                <w:rFonts w:ascii="Times New Roman" w:hAnsi="Times New Roman"/>
                <w:sz w:val="28"/>
                <w:szCs w:val="28"/>
              </w:rPr>
              <w:t xml:space="preserve">анию светофорного оборудования </w:t>
            </w:r>
            <w:r w:rsidRPr="0099553B">
              <w:rPr>
                <w:rFonts w:ascii="Times New Roman" w:hAnsi="Times New Roman"/>
                <w:sz w:val="28"/>
                <w:szCs w:val="28"/>
              </w:rPr>
              <w:t>в муниципальном образовании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53B" w:rsidRDefault="00322F7A" w:rsidP="00EA5C10">
            <w:pPr>
              <w:spacing w:after="0" w:line="240" w:lineRule="auto"/>
              <w:jc w:val="both"/>
            </w:pPr>
            <w:r w:rsidRPr="0099553B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53B" w:rsidRDefault="0048247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3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22F7A" w:rsidRPr="009955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7A" w:rsidRPr="0099553B" w:rsidRDefault="00322F7A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479" w:rsidRPr="0099553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955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6DFB" w:rsidRDefault="00EB6DFB" w:rsidP="00EA5C10">
            <w:pPr>
              <w:spacing w:after="0" w:line="240" w:lineRule="auto"/>
              <w:rPr>
                <w:sz w:val="28"/>
                <w:szCs w:val="28"/>
              </w:rPr>
            </w:pPr>
          </w:p>
          <w:p w:rsidR="003C1832" w:rsidRPr="003C1832" w:rsidRDefault="003C1832" w:rsidP="00EA5C1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B6DFB" w:rsidRPr="00D838E3" w:rsidTr="00EA5C10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3B" w:rsidRDefault="0099553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3B" w:rsidRDefault="0099553B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2</w:t>
            </w:r>
          </w:p>
          <w:p w:rsidR="0099553B" w:rsidRDefault="0099553B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Обустройство искусственных неровностей в муниципальном образовании город Маркс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3B" w:rsidRPr="0099553B" w:rsidRDefault="0099553B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3B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3B" w:rsidRPr="0099553B" w:rsidRDefault="0099553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53B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3B" w:rsidRPr="00EB6DFB" w:rsidRDefault="0099553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DFB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6DFB" w:rsidRPr="00EB6DFB" w:rsidRDefault="00EB6DFB" w:rsidP="00EA5C10">
            <w:pPr>
              <w:spacing w:after="0" w:line="240" w:lineRule="auto"/>
              <w:rPr>
                <w:sz w:val="28"/>
                <w:szCs w:val="28"/>
              </w:rPr>
            </w:pPr>
            <w:r w:rsidRPr="00EB6DFB">
              <w:rPr>
                <w:sz w:val="28"/>
                <w:szCs w:val="28"/>
              </w:rPr>
              <w:t>»</w:t>
            </w:r>
            <w:r w:rsidR="002830BD">
              <w:rPr>
                <w:sz w:val="28"/>
                <w:szCs w:val="28"/>
              </w:rPr>
              <w:t>.</w:t>
            </w:r>
          </w:p>
        </w:tc>
      </w:tr>
    </w:tbl>
    <w:p w:rsidR="00F42340" w:rsidRDefault="00F42340" w:rsidP="00F4234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42340" w:rsidRDefault="00F42340" w:rsidP="00F4234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42340" w:rsidRPr="00F42340" w:rsidRDefault="00F42340" w:rsidP="00F4234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F42340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F42340" w:rsidRPr="00F42340" w:rsidRDefault="00F42340" w:rsidP="00F4234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42340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Pr="00F42340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                                                   В.В. </w:t>
      </w:r>
      <w:proofErr w:type="spellStart"/>
      <w:r w:rsidRPr="00F42340">
        <w:rPr>
          <w:rFonts w:ascii="Times New Roman" w:hAnsi="Times New Roman"/>
          <w:sz w:val="28"/>
          <w:szCs w:val="28"/>
        </w:rPr>
        <w:t>Шевела</w:t>
      </w:r>
      <w:proofErr w:type="spellEnd"/>
    </w:p>
    <w:p w:rsidR="00367AC4" w:rsidRDefault="00322F7A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F42340" w:rsidRDefault="00F42340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340" w:rsidRDefault="00F42340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340" w:rsidRDefault="00F42340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340" w:rsidRDefault="00F42340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340" w:rsidRDefault="00F42340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340" w:rsidRDefault="00F42340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340" w:rsidRDefault="00F42340" w:rsidP="00E736AA">
      <w:pPr>
        <w:tabs>
          <w:tab w:val="left" w:pos="11199"/>
          <w:tab w:val="left" w:pos="115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3869" w:rsidRPr="00ED3869" w:rsidRDefault="00682AB7" w:rsidP="00EA5C10">
      <w:pPr>
        <w:tabs>
          <w:tab w:val="left" w:pos="10915"/>
          <w:tab w:val="left" w:pos="11199"/>
          <w:tab w:val="left" w:pos="138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62BC" w:rsidRPr="00ED3869">
        <w:rPr>
          <w:rFonts w:ascii="Times New Roman" w:hAnsi="Times New Roman"/>
          <w:sz w:val="28"/>
          <w:szCs w:val="28"/>
        </w:rPr>
        <w:t>Прило</w:t>
      </w:r>
      <w:r w:rsidR="00DB5C61">
        <w:rPr>
          <w:rFonts w:ascii="Times New Roman" w:hAnsi="Times New Roman"/>
          <w:sz w:val="28"/>
          <w:szCs w:val="28"/>
        </w:rPr>
        <w:t>жение</w:t>
      </w:r>
      <w:r w:rsidR="00ED3869" w:rsidRPr="00ED3869">
        <w:rPr>
          <w:rFonts w:ascii="Times New Roman" w:hAnsi="Times New Roman"/>
          <w:sz w:val="28"/>
          <w:szCs w:val="28"/>
        </w:rPr>
        <w:t xml:space="preserve"> </w:t>
      </w:r>
      <w:r w:rsidR="00F133BD">
        <w:rPr>
          <w:rFonts w:ascii="Times New Roman" w:hAnsi="Times New Roman"/>
          <w:sz w:val="28"/>
          <w:szCs w:val="28"/>
        </w:rPr>
        <w:t>№ 2</w:t>
      </w:r>
    </w:p>
    <w:p w:rsidR="007E6640" w:rsidRDefault="00682AB7" w:rsidP="00EA5C10">
      <w:pPr>
        <w:tabs>
          <w:tab w:val="left" w:pos="10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62BC" w:rsidRPr="00ED386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DF3BA3" w:rsidRDefault="00DF3BA3" w:rsidP="00EA5C10">
      <w:pPr>
        <w:tabs>
          <w:tab w:val="left" w:pos="10915"/>
          <w:tab w:val="left" w:pos="11199"/>
        </w:tabs>
        <w:spacing w:after="0" w:line="240" w:lineRule="auto"/>
        <w:ind w:left="109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Марксовского </w:t>
      </w:r>
      <w:r w:rsidR="007E6640">
        <w:rPr>
          <w:rFonts w:ascii="Times New Roman" w:hAnsi="Times New Roman"/>
          <w:sz w:val="28"/>
          <w:szCs w:val="28"/>
        </w:rPr>
        <w:t>муници</w:t>
      </w:r>
      <w:r>
        <w:rPr>
          <w:rFonts w:ascii="Times New Roman" w:hAnsi="Times New Roman"/>
          <w:sz w:val="28"/>
          <w:szCs w:val="28"/>
        </w:rPr>
        <w:t>пального</w:t>
      </w:r>
      <w:r w:rsidR="005353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4E0982" w:rsidRDefault="00DF3BA3" w:rsidP="004E0982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E09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4E0982">
        <w:rPr>
          <w:rFonts w:ascii="Times New Roman" w:hAnsi="Times New Roman"/>
          <w:snapToGrid w:val="0"/>
          <w:sz w:val="28"/>
          <w:szCs w:val="28"/>
        </w:rPr>
        <w:t>от  27.04.2023 г.   № 661-н</w:t>
      </w:r>
    </w:p>
    <w:p w:rsidR="00DF3BA3" w:rsidRDefault="00DF3BA3" w:rsidP="00EA5C1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F3BA3" w:rsidRDefault="00E736AA" w:rsidP="00EA5C1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133BD">
        <w:rPr>
          <w:rFonts w:ascii="Times New Roman" w:hAnsi="Times New Roman"/>
          <w:sz w:val="28"/>
          <w:szCs w:val="28"/>
        </w:rPr>
        <w:t>«</w:t>
      </w:r>
      <w:r w:rsidR="00DF3BA3">
        <w:rPr>
          <w:rFonts w:ascii="Times New Roman" w:hAnsi="Times New Roman"/>
          <w:sz w:val="28"/>
          <w:szCs w:val="28"/>
        </w:rPr>
        <w:t>Приложение № 3</w:t>
      </w:r>
    </w:p>
    <w:p w:rsidR="00DF3BA3" w:rsidRPr="00ED3869" w:rsidRDefault="00DF3BA3" w:rsidP="00EA5C10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 муниципальной программе</w:t>
      </w:r>
    </w:p>
    <w:p w:rsidR="00884A18" w:rsidRPr="00ED3869" w:rsidRDefault="00884A18" w:rsidP="00EA5C10">
      <w:pPr>
        <w:tabs>
          <w:tab w:val="left" w:pos="10915"/>
          <w:tab w:val="left" w:pos="11199"/>
        </w:tabs>
        <w:spacing w:after="0" w:line="240" w:lineRule="auto"/>
        <w:ind w:left="1148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84A18" w:rsidRPr="00E00AFF" w:rsidRDefault="00884A18" w:rsidP="00EA5C1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Сведения</w:t>
      </w:r>
    </w:p>
    <w:p w:rsidR="00884A18" w:rsidRPr="00E00AFF" w:rsidRDefault="00884A18" w:rsidP="00EA5C1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об объемах и источниках финансового обеспечения муниципальной программы</w:t>
      </w:r>
    </w:p>
    <w:p w:rsidR="00884A18" w:rsidRPr="00E00AFF" w:rsidRDefault="00884A18" w:rsidP="00EA5C1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00AFF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</w:t>
      </w:r>
      <w:r w:rsidR="00D65BCF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Pr="00E00AFF">
        <w:rPr>
          <w:rFonts w:ascii="Times New Roman" w:hAnsi="Times New Roman" w:cs="Times New Roman"/>
          <w:sz w:val="28"/>
          <w:szCs w:val="28"/>
        </w:rPr>
        <w:t xml:space="preserve"> город </w:t>
      </w:r>
      <w:r w:rsidR="00145BC5" w:rsidRPr="00E00AFF">
        <w:rPr>
          <w:rFonts w:ascii="Times New Roman" w:hAnsi="Times New Roman" w:cs="Times New Roman"/>
          <w:sz w:val="28"/>
          <w:szCs w:val="28"/>
        </w:rPr>
        <w:t>Маркс</w:t>
      </w:r>
      <w:r w:rsidR="0015217F" w:rsidRPr="00E00AF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X="-292" w:tblpY="1"/>
        <w:tblOverlap w:val="never"/>
        <w:tblW w:w="15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06"/>
        <w:gridCol w:w="3352"/>
        <w:gridCol w:w="37"/>
        <w:gridCol w:w="2717"/>
        <w:gridCol w:w="3059"/>
        <w:gridCol w:w="37"/>
        <w:gridCol w:w="1773"/>
        <w:gridCol w:w="33"/>
        <w:gridCol w:w="1252"/>
        <w:gridCol w:w="1179"/>
        <w:gridCol w:w="1126"/>
        <w:gridCol w:w="599"/>
      </w:tblGrid>
      <w:tr w:rsidR="00D84853" w:rsidRPr="00ED3869" w:rsidTr="00EA5C10">
        <w:trPr>
          <w:gridAfter w:val="1"/>
          <w:wAfter w:w="599" w:type="dxa"/>
          <w:trHeight w:val="1300"/>
        </w:trPr>
        <w:tc>
          <w:tcPr>
            <w:tcW w:w="806" w:type="dxa"/>
            <w:tcBorders>
              <w:top w:val="single" w:sz="4" w:space="0" w:color="auto"/>
              <w:right w:val="single" w:sz="4" w:space="0" w:color="auto"/>
            </w:tcBorders>
          </w:tcPr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2" w:type="dxa"/>
            <w:tcBorders>
              <w:top w:val="single" w:sz="4" w:space="0" w:color="auto"/>
              <w:right w:val="single" w:sz="4" w:space="0" w:color="auto"/>
            </w:tcBorders>
          </w:tcPr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853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(всего)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942BF4" w:rsidRPr="00942BF4" w:rsidRDefault="00942BF4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6B3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D84853" w:rsidRPr="00ED3869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853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D84853" w:rsidRPr="00ED3869" w:rsidRDefault="00D84853" w:rsidP="00EA5C1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:rsidR="00D84853" w:rsidRPr="0015217F" w:rsidRDefault="00D8485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1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D84853" w:rsidRPr="00ED3869" w:rsidRDefault="00D84853" w:rsidP="00EA5C10">
            <w:pPr>
              <w:spacing w:line="240" w:lineRule="auto"/>
              <w:jc w:val="center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15217F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DA5312" w:rsidRPr="00657478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EB" w:rsidRPr="00E00AFF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DA5312" w:rsidRPr="00E00AFF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муниципальном </w:t>
            </w:r>
            <w:r w:rsidR="008C7B3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образовании </w:t>
            </w:r>
            <w:r w:rsidR="00AF534F">
              <w:rPr>
                <w:rFonts w:ascii="Times New Roman" w:hAnsi="Times New Roman" w:cs="Times New Roman"/>
                <w:sz w:val="28"/>
                <w:szCs w:val="28"/>
              </w:rPr>
              <w:t>город Маркс</w:t>
            </w: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spacing w:line="240" w:lineRule="auto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84702,6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</w:t>
            </w:r>
            <w:r w:rsidR="00E04417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DA51E6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28290,2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DA51E6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28611,1</w:t>
            </w:r>
          </w:p>
        </w:tc>
      </w:tr>
      <w:tr w:rsidR="00DA5312" w:rsidRPr="00ED3869" w:rsidTr="00EA5C10">
        <w:trPr>
          <w:gridAfter w:val="1"/>
          <w:wAfter w:w="599" w:type="dxa"/>
          <w:trHeight w:val="38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00AFF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</w:t>
            </w:r>
            <w:r w:rsidR="00D848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00AFF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7F9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C5130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00AFF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EA5C10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EA5C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0B7E4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81713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00AFF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="00DA5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84702,6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2780</w:t>
            </w:r>
            <w:r w:rsidR="00E04417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28290,2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2861</w:t>
            </w:r>
            <w:r w:rsidR="00404051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E0" w:rsidRPr="00E00AFF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  <w:p w:rsidR="00DA5312" w:rsidRPr="00E00AFF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</w:t>
            </w:r>
            <w:r w:rsidRPr="00E00A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функционирования и развития объектов дорожного хозяйства»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spacing w:line="240" w:lineRule="auto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</w:t>
            </w:r>
            <w:r w:rsidRPr="00ED3869">
              <w:rPr>
                <w:rFonts w:ascii="Times New Roman" w:hAnsi="Times New Roman"/>
                <w:sz w:val="28"/>
                <w:szCs w:val="28"/>
              </w:rPr>
              <w:lastRenderedPageBreak/>
              <w:t>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2825F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CA7F7A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C5130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EA5C10">
            <w:pPr>
              <w:pStyle w:val="aa"/>
              <w:ind w:left="-8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9956DE" w:rsidRDefault="00E04417" w:rsidP="00EA5C10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Default="00805EF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Default="009832D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7E103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7E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C5130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дорожного фонда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2825F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EA6C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04417">
              <w:rPr>
                <w:rFonts w:ascii="Times New Roman" w:hAnsi="Times New Roman" w:cs="Times New Roman"/>
                <w:sz w:val="28"/>
                <w:szCs w:val="28"/>
              </w:rPr>
              <w:t>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E0441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t>дорожек на территории муниципального образования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spacing w:line="240" w:lineRule="auto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825F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B7E4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дорожного фонда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825F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27116,1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66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312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асфальтобетонного покрытия автомобильных дорог общего пользования местного значения, примыканий к дорогам, улиц, парков, площадей, тротуарных (пешеходных) 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t xml:space="preserve">дорожек на территории </w:t>
            </w:r>
            <w:r w:rsidR="009A78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Default="00DA5312" w:rsidP="00EA5C10">
            <w:pPr>
              <w:spacing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25016,1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00BD1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00BD1" w:rsidRPr="00ED3869" w:rsidRDefault="00200BD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200BD1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200BD1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200BD1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1344B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D1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C5130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3C513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муниципального дорожного фонда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AC252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74097,6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24326,3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30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25016,1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A5312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spacing w:line="240" w:lineRule="auto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E1B6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A5EB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A5EB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3A5EB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A5312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A5312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DF7F82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F68A1">
              <w:rPr>
                <w:rFonts w:ascii="Times New Roman" w:hAnsi="Times New Roman" w:cs="Times New Roman"/>
                <w:sz w:val="28"/>
                <w:szCs w:val="28"/>
              </w:rPr>
              <w:t>редства муниципального дорожного фонда</w:t>
            </w:r>
            <w:r w:rsidR="00DA5312"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3E" w:rsidRPr="00324D3E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12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Экспертиза сметной документации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spacing w:after="0" w:line="240" w:lineRule="auto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18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27A18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18" w:rsidRPr="00ED3869" w:rsidRDefault="00727A1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21867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2218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3E" w:rsidRPr="00324D3E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3E" w:rsidRPr="00324D3E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67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C21D9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Pr="00DC21D9" w:rsidRDefault="00DC21D9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C21D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Паспортизация дорог</w:t>
            </w: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Default="00DC21D9" w:rsidP="00EA5C10">
            <w:pPr>
              <w:spacing w:line="240" w:lineRule="auto"/>
              <w:rPr>
                <w:lang w:eastAsia="ru-RU"/>
              </w:rPr>
            </w:pPr>
          </w:p>
          <w:p w:rsidR="00DC21D9" w:rsidRPr="00DC21D9" w:rsidRDefault="00DC21D9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spacing w:after="0" w:line="240" w:lineRule="auto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C21D9"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21D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C21D9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324D3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590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0103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D3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DC21D9" w:rsidRPr="00ED3869" w:rsidTr="00EA5C10">
        <w:trPr>
          <w:gridAfter w:val="1"/>
          <w:wAfter w:w="599" w:type="dxa"/>
          <w:trHeight w:val="347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1D9">
              <w:rPr>
                <w:rFonts w:ascii="Times New Roman" w:hAnsi="Times New Roman"/>
                <w:lang w:eastAsia="ru-RU"/>
              </w:rPr>
              <w:t>1.5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21D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5</w:t>
            </w:r>
          </w:p>
          <w:p w:rsidR="00DC21D9" w:rsidRPr="00DC21D9" w:rsidRDefault="00110CAB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76E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</w:t>
            </w:r>
            <w:r w:rsidRPr="0047776E">
              <w:rPr>
                <w:rFonts w:ascii="Times New Roman" w:eastAsia="Times New Roman" w:hAnsi="Times New Roman"/>
                <w:sz w:val="28"/>
                <w:szCs w:val="28"/>
              </w:rPr>
              <w:t xml:space="preserve"> комплексной схемы организации </w:t>
            </w:r>
            <w:r w:rsidRPr="0047776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дорожного движения и проекта организации дорожного движения на автомобильных дорогах общего пользования местного значения  муниципального образования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254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1D9" w:rsidRPr="00376C1A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428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1D9" w:rsidRPr="00376C1A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4B" w:rsidRPr="00C3334B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301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DC21D9" w:rsidRP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1D9" w:rsidRPr="00376C1A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C21D9" w:rsidRPr="00ED3869" w:rsidTr="00EA5C10">
        <w:trPr>
          <w:gridAfter w:val="1"/>
          <w:wAfter w:w="599" w:type="dxa"/>
          <w:trHeight w:val="966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1D9" w:rsidRPr="00DC21D9" w:rsidRDefault="00DC21D9" w:rsidP="00EA5C10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21D9" w:rsidRPr="00DC21D9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376C1A" w:rsidRDefault="00DC21D9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DC21D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58782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D9" w:rsidRPr="00ED3869" w:rsidRDefault="00175CE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333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00AFF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0AFF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AE1944" w:rsidRPr="00DA5312" w:rsidRDefault="00334914" w:rsidP="00EA5C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6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638B4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в муниципальном образовании город Маркс</w:t>
            </w:r>
            <w:r w:rsidRPr="002916B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spacing w:line="240" w:lineRule="auto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B7D3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367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D34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46541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266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B7D3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B7D3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61D" w:rsidRDefault="00CA761D" w:rsidP="00EA5C10">
            <w:pPr>
              <w:spacing w:line="240" w:lineRule="auto"/>
              <w:rPr>
                <w:lang w:eastAsia="ru-RU"/>
              </w:rPr>
            </w:pPr>
          </w:p>
          <w:p w:rsidR="00CA761D" w:rsidRDefault="00CA761D" w:rsidP="00EA5C10">
            <w:pPr>
              <w:spacing w:line="240" w:lineRule="auto"/>
              <w:rPr>
                <w:lang w:eastAsia="ru-RU"/>
              </w:rPr>
            </w:pPr>
          </w:p>
          <w:p w:rsidR="00CA761D" w:rsidRPr="00CA761D" w:rsidRDefault="00CA761D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2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E1944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3C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</w:t>
            </w:r>
          </w:p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761D" w:rsidRPr="0045263C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944" w:rsidRDefault="00AE1944" w:rsidP="00EA5C10">
            <w:pPr>
              <w:spacing w:line="240" w:lineRule="auto"/>
            </w:pPr>
            <w:r w:rsidRPr="00376C1A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367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46541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E19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763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CA761D" w:rsidRDefault="00AE1944" w:rsidP="00EA5C1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305,0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1495,0</w:t>
            </w:r>
          </w:p>
        </w:tc>
      </w:tr>
      <w:tr w:rsidR="00CA761D" w:rsidRPr="00ED3869" w:rsidTr="00EA5C10">
        <w:trPr>
          <w:gridAfter w:val="1"/>
          <w:wAfter w:w="599" w:type="dxa"/>
          <w:trHeight w:val="361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761D" w:rsidRPr="00ED3869" w:rsidRDefault="008C7B38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A761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</w:p>
          <w:p w:rsidR="00CA761D" w:rsidRPr="00ED3869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муниципальной услуги по </w:t>
            </w:r>
            <w:r w:rsidR="00E638B4">
              <w:rPr>
                <w:rFonts w:ascii="Times New Roman" w:hAnsi="Times New Roman"/>
                <w:sz w:val="28"/>
                <w:szCs w:val="28"/>
              </w:rPr>
              <w:t>содержанию автомобильных дорог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рамках муниципального задания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61D" w:rsidRPr="00ED3869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политике администрации Марксовского муниципального </w:t>
            </w:r>
            <w:r w:rsidRPr="00376C1A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155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1325,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B6667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A761D" w:rsidRPr="00ED3869" w:rsidTr="00EA5C10">
        <w:trPr>
          <w:gridAfter w:val="1"/>
          <w:wAfter w:w="599" w:type="dxa"/>
          <w:trHeight w:val="243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61D" w:rsidRPr="00376C1A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761D" w:rsidRPr="00ED3869" w:rsidTr="00EA5C10">
        <w:trPr>
          <w:gridAfter w:val="1"/>
          <w:wAfter w:w="599" w:type="dxa"/>
          <w:trHeight w:val="208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61D" w:rsidRPr="00376C1A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761D" w:rsidRPr="00ED3869" w:rsidTr="00EA5C10">
        <w:trPr>
          <w:gridAfter w:val="1"/>
          <w:wAfter w:w="599" w:type="dxa"/>
          <w:trHeight w:val="381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61D" w:rsidRPr="00376C1A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C3334B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761D" w:rsidRPr="00ED3869" w:rsidTr="00EA5C10">
        <w:trPr>
          <w:gridAfter w:val="1"/>
          <w:wAfter w:w="599" w:type="dxa"/>
          <w:trHeight w:val="705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376C1A" w:rsidRDefault="00CA761D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Default="00CA761D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дорожного фонда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155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397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675C8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1D" w:rsidRPr="00ED3869" w:rsidRDefault="00B6667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  <w:r w:rsidR="00675C8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AE1944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>ероприятие 1</w:t>
            </w:r>
            <w:r w:rsidR="00CA761D"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AE1944" w:rsidRPr="00ED3869" w:rsidRDefault="00CA761D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Обновление дорожной разметки и обустройство искусственных неровностей в муниципальном образовании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spacing w:line="240" w:lineRule="auto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7853C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1155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853C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D72A0F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324E4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64222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C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42223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1030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A6C2E" w:rsidRDefault="00EB1155" w:rsidP="00EA5C10">
            <w:pPr>
              <w:pStyle w:val="a4"/>
              <w:tabs>
                <w:tab w:val="left" w:pos="3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2225,0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EB1155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853C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D72A0F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725,0</w:t>
            </w:r>
          </w:p>
        </w:tc>
      </w:tr>
      <w:tr w:rsidR="00AE1944" w:rsidRPr="00ED3869" w:rsidTr="00EA5C10">
        <w:trPr>
          <w:gridAfter w:val="1"/>
          <w:wAfter w:w="599" w:type="dxa"/>
          <w:trHeight w:val="163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1944" w:rsidRDefault="00E638B4" w:rsidP="00EA5C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8C7B3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ероприятие </w:t>
            </w:r>
            <w:r w:rsidR="00E638B4">
              <w:rPr>
                <w:rFonts w:ascii="Times New Roman" w:hAnsi="Times New Roman"/>
                <w:sz w:val="28"/>
                <w:szCs w:val="28"/>
              </w:rPr>
              <w:t>1.</w:t>
            </w:r>
            <w:r w:rsidRPr="00ED3869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  <w:p w:rsidR="00AE1944" w:rsidRPr="00ED3869" w:rsidRDefault="00AE1944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 w:rsidR="00CA761D">
              <w:rPr>
                <w:rFonts w:ascii="Times New Roman" w:hAnsi="Times New Roman"/>
                <w:sz w:val="28"/>
                <w:szCs w:val="28"/>
              </w:rPr>
              <w:t xml:space="preserve">и установка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дорожных знаков </w:t>
            </w:r>
            <w:r w:rsidR="00CA761D">
              <w:rPr>
                <w:rFonts w:ascii="Times New Roman" w:hAnsi="Times New Roman"/>
                <w:sz w:val="28"/>
                <w:szCs w:val="28"/>
              </w:rPr>
              <w:t>в муниципальном образовании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 Маркс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spacing w:line="240" w:lineRule="auto"/>
              <w:rPr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853C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6563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6563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6563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19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19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82" w:rsidRPr="00D84853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290A7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E1944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E194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7853C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6563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A6563C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0A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44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5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0A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EA5C10">
        <w:trPr>
          <w:gridAfter w:val="1"/>
          <w:wAfter w:w="599" w:type="dxa"/>
          <w:trHeight w:val="163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314E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  <w:p w:rsidR="00534767" w:rsidRPr="00534767" w:rsidRDefault="00534767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314E" w:rsidRPr="00ED3869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1.3</w:t>
            </w:r>
          </w:p>
          <w:p w:rsidR="0011314E" w:rsidRDefault="0011314E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муниципальной услуги по содержанию светофорного оборудования в муниципальном образовании город Маркс</w:t>
            </w:r>
          </w:p>
          <w:p w:rsidR="00534767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34767" w:rsidRPr="00ED3869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14E" w:rsidRDefault="0011314E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t>Управление по ЖКХ и жилищной политике администрации Марксовского муниципального района</w:t>
            </w:r>
          </w:p>
          <w:p w:rsidR="00534767" w:rsidRPr="00ED3869" w:rsidRDefault="00534767" w:rsidP="00EA5C10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E6EB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9342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E6EB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314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DE6F9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314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DE6F98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314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7256FF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14E" w:rsidRPr="00ED3869" w:rsidTr="00EA5C10">
        <w:trPr>
          <w:gridAfter w:val="1"/>
          <w:wAfter w:w="599" w:type="dxa"/>
          <w:trHeight w:val="92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4E" w:rsidRPr="00ED3869" w:rsidRDefault="0011314E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4767" w:rsidRPr="00ED3869" w:rsidTr="00EA5C10">
        <w:trPr>
          <w:trHeight w:val="644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1E6EB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504AA9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 w:rsidRPr="00504A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99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534767" w:rsidRPr="00EA5C10" w:rsidRDefault="00534767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34767" w:rsidRPr="00EA5C10" w:rsidRDefault="00534767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34767" w:rsidRPr="00EA5C10" w:rsidRDefault="00534767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2054" w:rsidRPr="00EA5C10" w:rsidRDefault="00412054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5C10" w:rsidRPr="00EA5C10" w:rsidRDefault="00EA5C10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5C10" w:rsidRPr="00EA5C10" w:rsidRDefault="00EA5C10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34767" w:rsidRPr="00EA5C10" w:rsidRDefault="00F133BD" w:rsidP="00EA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5C10">
              <w:rPr>
                <w:rFonts w:ascii="Times New Roman" w:hAnsi="Times New Roman"/>
                <w:sz w:val="28"/>
                <w:szCs w:val="28"/>
              </w:rPr>
              <w:t>»</w:t>
            </w:r>
            <w:r w:rsidR="002830BD" w:rsidRPr="00EA5C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34767" w:rsidRPr="00ED3869" w:rsidTr="00EA5C10">
        <w:trPr>
          <w:trHeight w:val="241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</w:p>
          <w:p w:rsidR="00534767" w:rsidRPr="00ED3869" w:rsidRDefault="00534767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4767" w:rsidRPr="00534767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767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2</w:t>
            </w:r>
          </w:p>
          <w:p w:rsidR="00534767" w:rsidRPr="00ED3869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767">
              <w:rPr>
                <w:rFonts w:ascii="Times New Roman" w:hAnsi="Times New Roman"/>
                <w:sz w:val="28"/>
                <w:szCs w:val="28"/>
              </w:rPr>
              <w:t xml:space="preserve">Обустройство </w:t>
            </w:r>
            <w:r w:rsidRPr="00534767">
              <w:rPr>
                <w:rFonts w:ascii="Times New Roman" w:hAnsi="Times New Roman"/>
                <w:sz w:val="28"/>
                <w:szCs w:val="28"/>
              </w:rPr>
              <w:lastRenderedPageBreak/>
              <w:t>искусственных неровностей в муниципальном образовании город Маркс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8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по ЖКХ и жилищной </w:t>
            </w:r>
            <w:r w:rsidRPr="00ED3869">
              <w:rPr>
                <w:rFonts w:ascii="Times New Roman" w:hAnsi="Times New Roman"/>
                <w:sz w:val="28"/>
                <w:szCs w:val="28"/>
              </w:rPr>
              <w:lastRenderedPageBreak/>
              <w:t>политике администрации Марксовского муниципального района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330,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1E6EB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99" w:type="dxa"/>
            <w:vMerge/>
            <w:tcBorders>
              <w:right w:val="nil"/>
            </w:tcBorders>
            <w:shd w:val="clear" w:color="auto" w:fill="auto"/>
          </w:tcPr>
          <w:p w:rsidR="00534767" w:rsidRDefault="00534767" w:rsidP="00EA5C1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767" w:rsidRPr="00ED3869" w:rsidTr="00EA5C10">
        <w:trPr>
          <w:trHeight w:val="356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534767" w:rsidRPr="00534767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7256FF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99" w:type="dxa"/>
            <w:vMerge/>
            <w:tcBorders>
              <w:right w:val="nil"/>
            </w:tcBorders>
            <w:shd w:val="clear" w:color="auto" w:fill="auto"/>
          </w:tcPr>
          <w:p w:rsidR="00534767" w:rsidRDefault="00534767" w:rsidP="00EA5C1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767" w:rsidRPr="00ED3869" w:rsidTr="00EA5C10">
        <w:trPr>
          <w:trHeight w:val="525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534767" w:rsidRPr="00534767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99" w:type="dxa"/>
            <w:vMerge/>
            <w:tcBorders>
              <w:right w:val="nil"/>
            </w:tcBorders>
            <w:shd w:val="clear" w:color="auto" w:fill="auto"/>
          </w:tcPr>
          <w:p w:rsidR="00534767" w:rsidRDefault="00534767" w:rsidP="00EA5C1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767" w:rsidRPr="00ED3869" w:rsidTr="00EA5C10">
        <w:trPr>
          <w:trHeight w:val="323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/>
            <w:tcBorders>
              <w:right w:val="single" w:sz="4" w:space="0" w:color="auto"/>
            </w:tcBorders>
          </w:tcPr>
          <w:p w:rsidR="00534767" w:rsidRPr="00534767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869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99" w:type="dxa"/>
            <w:vMerge/>
            <w:tcBorders>
              <w:right w:val="nil"/>
            </w:tcBorders>
            <w:shd w:val="clear" w:color="auto" w:fill="auto"/>
          </w:tcPr>
          <w:p w:rsidR="00534767" w:rsidRDefault="00534767" w:rsidP="00EA5C1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767" w:rsidRPr="00ED3869" w:rsidTr="00EA5C10">
        <w:trPr>
          <w:trHeight w:val="678"/>
        </w:trPr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Default="00534767" w:rsidP="00EA5C10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38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4767" w:rsidRPr="00534767" w:rsidRDefault="00534767" w:rsidP="00EA5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Pr="00ED3869" w:rsidRDefault="00534767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муниципального дорожного фонда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1E6EB6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7853C0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67" w:rsidRDefault="00660BC9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3476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9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34767" w:rsidRDefault="00534767" w:rsidP="00EA5C1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412054" w:rsidRPr="00ED3869" w:rsidTr="00EA5C10">
        <w:trPr>
          <w:gridAfter w:val="3"/>
          <w:wAfter w:w="2904" w:type="dxa"/>
          <w:trHeight w:val="736"/>
        </w:trPr>
        <w:tc>
          <w:tcPr>
            <w:tcW w:w="6912" w:type="dxa"/>
            <w:gridSpan w:val="4"/>
            <w:vMerge w:val="restart"/>
            <w:tcBorders>
              <w:left w:val="nil"/>
              <w:bottom w:val="nil"/>
              <w:right w:val="nil"/>
            </w:tcBorders>
          </w:tcPr>
          <w:p w:rsidR="00412054" w:rsidRDefault="0041205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54" w:rsidRPr="0011314E" w:rsidRDefault="00412054" w:rsidP="00EA5C10">
            <w:pPr>
              <w:spacing w:line="240" w:lineRule="auto"/>
              <w:rPr>
                <w:lang w:eastAsia="ru-RU"/>
              </w:rPr>
            </w:pPr>
          </w:p>
          <w:p w:rsidR="00412054" w:rsidRPr="0011314E" w:rsidRDefault="0041205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1314E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412054" w:rsidRPr="0011314E" w:rsidRDefault="00412054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314E">
              <w:rPr>
                <w:rFonts w:ascii="Times New Roman" w:hAnsi="Times New Roman"/>
                <w:sz w:val="28"/>
                <w:szCs w:val="28"/>
                <w:lang w:eastAsia="ru-RU"/>
              </w:rPr>
              <w:t>Марксовского муниципального района</w:t>
            </w:r>
          </w:p>
        </w:tc>
        <w:tc>
          <w:tcPr>
            <w:tcW w:w="4869" w:type="dxa"/>
            <w:gridSpan w:val="3"/>
            <w:tcBorders>
              <w:top w:val="nil"/>
              <w:left w:val="nil"/>
              <w:right w:val="nil"/>
            </w:tcBorders>
          </w:tcPr>
          <w:p w:rsidR="00412054" w:rsidRPr="0011314E" w:rsidRDefault="0041205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54" w:rsidRPr="0011314E" w:rsidRDefault="00412054" w:rsidP="00EA5C1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 w:val="restart"/>
            <w:tcBorders>
              <w:left w:val="nil"/>
              <w:right w:val="nil"/>
            </w:tcBorders>
          </w:tcPr>
          <w:p w:rsidR="00412054" w:rsidRPr="0011314E" w:rsidRDefault="0041205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054" w:rsidRPr="00ED3869" w:rsidTr="00EA5C10">
        <w:trPr>
          <w:gridAfter w:val="1"/>
          <w:wAfter w:w="599" w:type="dxa"/>
          <w:trHeight w:val="408"/>
        </w:trPr>
        <w:tc>
          <w:tcPr>
            <w:tcW w:w="6912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412054" w:rsidRPr="0011314E" w:rsidRDefault="00412054" w:rsidP="00EA5C1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2054" w:rsidRPr="0011314E" w:rsidRDefault="0041205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12054" w:rsidRPr="0011314E" w:rsidRDefault="0041205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2054" w:rsidRDefault="00412054" w:rsidP="00EA5C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54" w:rsidRPr="0011314E" w:rsidRDefault="00412054" w:rsidP="00EA5C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11314E">
              <w:rPr>
                <w:rFonts w:ascii="Times New Roman" w:hAnsi="Times New Roman" w:cs="Times New Roman"/>
                <w:sz w:val="28"/>
                <w:szCs w:val="28"/>
              </w:rPr>
              <w:t>Шевела</w:t>
            </w:r>
            <w:proofErr w:type="spellEnd"/>
          </w:p>
        </w:tc>
      </w:tr>
    </w:tbl>
    <w:p w:rsidR="0038001B" w:rsidRDefault="0038001B" w:rsidP="0019342A">
      <w:pPr>
        <w:framePr w:w="15597" w:wrap="auto" w:vAnchor="text" w:hAnchor="page" w:x="1" w:y="7080"/>
        <w:tabs>
          <w:tab w:val="left" w:pos="81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38001B" w:rsidSect="00F42340">
          <w:pgSz w:w="16838" w:h="11906" w:orient="landscape"/>
          <w:pgMar w:top="709" w:right="426" w:bottom="426" w:left="993" w:header="708" w:footer="708" w:gutter="0"/>
          <w:cols w:space="708"/>
          <w:docGrid w:linePitch="360"/>
        </w:sectPr>
      </w:pPr>
    </w:p>
    <w:p w:rsidR="00ED3869" w:rsidRDefault="00ED3869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00EA6" w:rsidRDefault="00D00EA6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E4404" w:rsidRDefault="00DE4404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p w:rsidR="00DE4404" w:rsidRPr="00ED3869" w:rsidRDefault="00DE4404" w:rsidP="0019342A">
      <w:pPr>
        <w:tabs>
          <w:tab w:val="left" w:pos="10915"/>
          <w:tab w:val="left" w:pos="11199"/>
        </w:tabs>
        <w:spacing w:after="0" w:line="240" w:lineRule="auto"/>
        <w:jc w:val="both"/>
        <w:rPr>
          <w:rFonts w:ascii="Times New Roman" w:hAnsi="Times New Roman"/>
        </w:rPr>
      </w:pPr>
    </w:p>
    <w:sectPr w:rsidR="00DE4404" w:rsidRPr="00ED3869" w:rsidSect="0038001B">
      <w:pgSz w:w="11906" w:h="16838"/>
      <w:pgMar w:top="426" w:right="566" w:bottom="993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6E0" w:rsidRDefault="000E46E0">
      <w:r>
        <w:separator/>
      </w:r>
    </w:p>
  </w:endnote>
  <w:endnote w:type="continuationSeparator" w:id="0">
    <w:p w:rsidR="000E46E0" w:rsidRDefault="000E4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E9" w:rsidRDefault="006230E9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C6A" w:rsidRDefault="00AC5C6A">
    <w:pPr>
      <w:pStyle w:val="a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E9" w:rsidRDefault="006230E9">
    <w:pPr>
      <w:pStyle w:val="af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F6F" w:rsidRDefault="00EE5F6F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6E0" w:rsidRDefault="000E46E0">
      <w:r>
        <w:separator/>
      </w:r>
    </w:p>
  </w:footnote>
  <w:footnote w:type="continuationSeparator" w:id="0">
    <w:p w:rsidR="000E46E0" w:rsidRDefault="000E46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E9" w:rsidRDefault="006230E9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E9" w:rsidRDefault="006230E9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E9" w:rsidRDefault="006230E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D0A"/>
    <w:multiLevelType w:val="hybridMultilevel"/>
    <w:tmpl w:val="261A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7529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3B6A"/>
    <w:multiLevelType w:val="hybridMultilevel"/>
    <w:tmpl w:val="5F048030"/>
    <w:lvl w:ilvl="0" w:tplc="90964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416828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12962E96"/>
    <w:multiLevelType w:val="multilevel"/>
    <w:tmpl w:val="CACC74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1804008D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EA6343"/>
    <w:multiLevelType w:val="multilevel"/>
    <w:tmpl w:val="D65C384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7">
    <w:nsid w:val="1D893BA0"/>
    <w:multiLevelType w:val="hybridMultilevel"/>
    <w:tmpl w:val="B88E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277AB"/>
    <w:multiLevelType w:val="multilevel"/>
    <w:tmpl w:val="5B7E60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  <w:b/>
        <w:sz w:val="28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  <w:sz w:val="28"/>
      </w:rPr>
    </w:lvl>
  </w:abstractNum>
  <w:abstractNum w:abstractNumId="9">
    <w:nsid w:val="239B266D"/>
    <w:multiLevelType w:val="multilevel"/>
    <w:tmpl w:val="D4D6B1A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10">
    <w:nsid w:val="2B6462E9"/>
    <w:multiLevelType w:val="hybridMultilevel"/>
    <w:tmpl w:val="AAD67A32"/>
    <w:lvl w:ilvl="0" w:tplc="CF84A7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B3769B7"/>
    <w:multiLevelType w:val="multilevel"/>
    <w:tmpl w:val="2A72DCB8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48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2">
    <w:nsid w:val="3B393D87"/>
    <w:multiLevelType w:val="hybridMultilevel"/>
    <w:tmpl w:val="F69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6D7DC0"/>
    <w:multiLevelType w:val="multilevel"/>
    <w:tmpl w:val="E22E7DB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14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EF522B"/>
    <w:multiLevelType w:val="multilevel"/>
    <w:tmpl w:val="E53A927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  <w:color w:val="1802B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>
    <w:nsid w:val="4870433B"/>
    <w:multiLevelType w:val="multilevel"/>
    <w:tmpl w:val="C778C4F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7">
    <w:nsid w:val="48A11D9B"/>
    <w:multiLevelType w:val="hybridMultilevel"/>
    <w:tmpl w:val="EA84465A"/>
    <w:lvl w:ilvl="0" w:tplc="F95CF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B7C20AC"/>
    <w:multiLevelType w:val="multilevel"/>
    <w:tmpl w:val="5ECA069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>
    <w:nsid w:val="52A53F26"/>
    <w:multiLevelType w:val="hybridMultilevel"/>
    <w:tmpl w:val="156E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1">
    <w:nsid w:val="5D86319E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>
    <w:nsid w:val="6FA00DFC"/>
    <w:multiLevelType w:val="multilevel"/>
    <w:tmpl w:val="639A7C8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3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>
    <w:nsid w:val="71E07A37"/>
    <w:multiLevelType w:val="multilevel"/>
    <w:tmpl w:val="44C0F5E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751A4A28"/>
    <w:multiLevelType w:val="multilevel"/>
    <w:tmpl w:val="487E567C"/>
    <w:lvl w:ilvl="0">
      <w:start w:val="8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eastAsia="Times New Roman" w:hint="default"/>
      </w:rPr>
    </w:lvl>
  </w:abstractNum>
  <w:abstractNum w:abstractNumId="26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7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8"/>
  </w:num>
  <w:num w:numId="5">
    <w:abstractNumId w:val="3"/>
  </w:num>
  <w:num w:numId="6">
    <w:abstractNumId w:val="22"/>
  </w:num>
  <w:num w:numId="7">
    <w:abstractNumId w:val="9"/>
  </w:num>
  <w:num w:numId="8">
    <w:abstractNumId w:val="25"/>
  </w:num>
  <w:num w:numId="9">
    <w:abstractNumId w:val="8"/>
  </w:num>
  <w:num w:numId="10">
    <w:abstractNumId w:val="16"/>
  </w:num>
  <w:num w:numId="11">
    <w:abstractNumId w:val="6"/>
  </w:num>
  <w:num w:numId="12">
    <w:abstractNumId w:val="17"/>
  </w:num>
  <w:num w:numId="13">
    <w:abstractNumId w:val="24"/>
  </w:num>
  <w:num w:numId="14">
    <w:abstractNumId w:val="21"/>
  </w:num>
  <w:num w:numId="15">
    <w:abstractNumId w:val="13"/>
  </w:num>
  <w:num w:numId="16">
    <w:abstractNumId w:val="15"/>
  </w:num>
  <w:num w:numId="17">
    <w:abstractNumId w:val="11"/>
  </w:num>
  <w:num w:numId="18">
    <w:abstractNumId w:val="14"/>
  </w:num>
  <w:num w:numId="19">
    <w:abstractNumId w:val="5"/>
  </w:num>
  <w:num w:numId="20">
    <w:abstractNumId w:val="12"/>
  </w:num>
  <w:num w:numId="21">
    <w:abstractNumId w:val="0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1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CBF"/>
    <w:rsid w:val="00003907"/>
    <w:rsid w:val="00005893"/>
    <w:rsid w:val="00006712"/>
    <w:rsid w:val="0001034E"/>
    <w:rsid w:val="0001079F"/>
    <w:rsid w:val="000112C6"/>
    <w:rsid w:val="00016670"/>
    <w:rsid w:val="00020FAD"/>
    <w:rsid w:val="000234F3"/>
    <w:rsid w:val="00025164"/>
    <w:rsid w:val="00027269"/>
    <w:rsid w:val="00027DBE"/>
    <w:rsid w:val="00031D79"/>
    <w:rsid w:val="00033A49"/>
    <w:rsid w:val="00034611"/>
    <w:rsid w:val="00036D1D"/>
    <w:rsid w:val="00041C0E"/>
    <w:rsid w:val="00042A17"/>
    <w:rsid w:val="000444BC"/>
    <w:rsid w:val="00051DE3"/>
    <w:rsid w:val="0005575B"/>
    <w:rsid w:val="00055E21"/>
    <w:rsid w:val="000636C4"/>
    <w:rsid w:val="00063A78"/>
    <w:rsid w:val="00071E4B"/>
    <w:rsid w:val="00072481"/>
    <w:rsid w:val="0007259A"/>
    <w:rsid w:val="000805E7"/>
    <w:rsid w:val="00090B8C"/>
    <w:rsid w:val="00091CF0"/>
    <w:rsid w:val="00092561"/>
    <w:rsid w:val="00093D64"/>
    <w:rsid w:val="000A1CB8"/>
    <w:rsid w:val="000A1E3F"/>
    <w:rsid w:val="000A3B13"/>
    <w:rsid w:val="000A7333"/>
    <w:rsid w:val="000B3735"/>
    <w:rsid w:val="000B6D22"/>
    <w:rsid w:val="000B7E41"/>
    <w:rsid w:val="000C428C"/>
    <w:rsid w:val="000C4886"/>
    <w:rsid w:val="000C4B6B"/>
    <w:rsid w:val="000C7F9B"/>
    <w:rsid w:val="000D1EBE"/>
    <w:rsid w:val="000D44B5"/>
    <w:rsid w:val="000D4A1E"/>
    <w:rsid w:val="000D77A6"/>
    <w:rsid w:val="000E0AE7"/>
    <w:rsid w:val="000E12DC"/>
    <w:rsid w:val="000E46E0"/>
    <w:rsid w:val="000E57EA"/>
    <w:rsid w:val="000E7C67"/>
    <w:rsid w:val="000F0F4C"/>
    <w:rsid w:val="000F211A"/>
    <w:rsid w:val="000F3D3C"/>
    <w:rsid w:val="000F49BE"/>
    <w:rsid w:val="000F4F29"/>
    <w:rsid w:val="000F6574"/>
    <w:rsid w:val="00101626"/>
    <w:rsid w:val="00102E61"/>
    <w:rsid w:val="001074DA"/>
    <w:rsid w:val="00110CAB"/>
    <w:rsid w:val="00111DD4"/>
    <w:rsid w:val="00112D58"/>
    <w:rsid w:val="0011314E"/>
    <w:rsid w:val="001152C1"/>
    <w:rsid w:val="001159DE"/>
    <w:rsid w:val="001207F0"/>
    <w:rsid w:val="00123EC4"/>
    <w:rsid w:val="001247AA"/>
    <w:rsid w:val="001248D0"/>
    <w:rsid w:val="00124E27"/>
    <w:rsid w:val="00125E82"/>
    <w:rsid w:val="001277E3"/>
    <w:rsid w:val="001344B0"/>
    <w:rsid w:val="00135EE3"/>
    <w:rsid w:val="00136313"/>
    <w:rsid w:val="00140DE7"/>
    <w:rsid w:val="00141880"/>
    <w:rsid w:val="001443FB"/>
    <w:rsid w:val="00145205"/>
    <w:rsid w:val="00145BC5"/>
    <w:rsid w:val="00147B32"/>
    <w:rsid w:val="0015217F"/>
    <w:rsid w:val="001528E1"/>
    <w:rsid w:val="00152CC0"/>
    <w:rsid w:val="001538C2"/>
    <w:rsid w:val="0016174E"/>
    <w:rsid w:val="0016265E"/>
    <w:rsid w:val="0016544F"/>
    <w:rsid w:val="00165B87"/>
    <w:rsid w:val="00167CF3"/>
    <w:rsid w:val="001727FC"/>
    <w:rsid w:val="001729A7"/>
    <w:rsid w:val="0017519D"/>
    <w:rsid w:val="00175C7E"/>
    <w:rsid w:val="00175CE0"/>
    <w:rsid w:val="00177E6F"/>
    <w:rsid w:val="001800D6"/>
    <w:rsid w:val="001827B0"/>
    <w:rsid w:val="00182FCD"/>
    <w:rsid w:val="001832D5"/>
    <w:rsid w:val="00183E52"/>
    <w:rsid w:val="001856BA"/>
    <w:rsid w:val="00186287"/>
    <w:rsid w:val="00191661"/>
    <w:rsid w:val="00191C9B"/>
    <w:rsid w:val="001923B4"/>
    <w:rsid w:val="001931AA"/>
    <w:rsid w:val="0019342A"/>
    <w:rsid w:val="00193B81"/>
    <w:rsid w:val="001950AE"/>
    <w:rsid w:val="001950F2"/>
    <w:rsid w:val="00195A5B"/>
    <w:rsid w:val="001A3223"/>
    <w:rsid w:val="001B2241"/>
    <w:rsid w:val="001C06E7"/>
    <w:rsid w:val="001C33AA"/>
    <w:rsid w:val="001C4355"/>
    <w:rsid w:val="001C47F2"/>
    <w:rsid w:val="001C5553"/>
    <w:rsid w:val="001C65D4"/>
    <w:rsid w:val="001C7197"/>
    <w:rsid w:val="001D0B9C"/>
    <w:rsid w:val="001D2CE4"/>
    <w:rsid w:val="001D3BE4"/>
    <w:rsid w:val="001D74BF"/>
    <w:rsid w:val="001E1BB9"/>
    <w:rsid w:val="001E6EB6"/>
    <w:rsid w:val="001E7053"/>
    <w:rsid w:val="001F3FCD"/>
    <w:rsid w:val="001F772C"/>
    <w:rsid w:val="00200BD1"/>
    <w:rsid w:val="002019EB"/>
    <w:rsid w:val="002021A1"/>
    <w:rsid w:val="00202B25"/>
    <w:rsid w:val="00202D86"/>
    <w:rsid w:val="0020565D"/>
    <w:rsid w:val="00206069"/>
    <w:rsid w:val="002066BD"/>
    <w:rsid w:val="00211AD4"/>
    <w:rsid w:val="00214873"/>
    <w:rsid w:val="00215D13"/>
    <w:rsid w:val="00216277"/>
    <w:rsid w:val="00221867"/>
    <w:rsid w:val="00223126"/>
    <w:rsid w:val="00225596"/>
    <w:rsid w:val="002325F4"/>
    <w:rsid w:val="00233519"/>
    <w:rsid w:val="00236676"/>
    <w:rsid w:val="00236737"/>
    <w:rsid w:val="002407B2"/>
    <w:rsid w:val="00243FB6"/>
    <w:rsid w:val="002450BB"/>
    <w:rsid w:val="00245BB5"/>
    <w:rsid w:val="00246C55"/>
    <w:rsid w:val="00247ABF"/>
    <w:rsid w:val="00251281"/>
    <w:rsid w:val="0025336E"/>
    <w:rsid w:val="00255B0D"/>
    <w:rsid w:val="00257409"/>
    <w:rsid w:val="00257DEB"/>
    <w:rsid w:val="002601B4"/>
    <w:rsid w:val="0026290F"/>
    <w:rsid w:val="002657C0"/>
    <w:rsid w:val="0026781D"/>
    <w:rsid w:val="0027187C"/>
    <w:rsid w:val="00271C58"/>
    <w:rsid w:val="00271E2C"/>
    <w:rsid w:val="002730CA"/>
    <w:rsid w:val="002739A0"/>
    <w:rsid w:val="002762AB"/>
    <w:rsid w:val="00280828"/>
    <w:rsid w:val="00280E96"/>
    <w:rsid w:val="00281426"/>
    <w:rsid w:val="002825FB"/>
    <w:rsid w:val="002830BD"/>
    <w:rsid w:val="00284DBA"/>
    <w:rsid w:val="00290A7C"/>
    <w:rsid w:val="002916B2"/>
    <w:rsid w:val="00291FA2"/>
    <w:rsid w:val="002954F4"/>
    <w:rsid w:val="002960E6"/>
    <w:rsid w:val="00296413"/>
    <w:rsid w:val="002A14AE"/>
    <w:rsid w:val="002A3EA0"/>
    <w:rsid w:val="002B20EB"/>
    <w:rsid w:val="002B46B3"/>
    <w:rsid w:val="002C386D"/>
    <w:rsid w:val="002C59C5"/>
    <w:rsid w:val="002C6306"/>
    <w:rsid w:val="002C701B"/>
    <w:rsid w:val="002D2DF7"/>
    <w:rsid w:val="002D4CF4"/>
    <w:rsid w:val="002D5D0E"/>
    <w:rsid w:val="002D7023"/>
    <w:rsid w:val="002E4ACB"/>
    <w:rsid w:val="002E561C"/>
    <w:rsid w:val="002E625B"/>
    <w:rsid w:val="002E65DD"/>
    <w:rsid w:val="002F21DB"/>
    <w:rsid w:val="002F2B5E"/>
    <w:rsid w:val="002F6986"/>
    <w:rsid w:val="002F7A1D"/>
    <w:rsid w:val="0030444C"/>
    <w:rsid w:val="003050B9"/>
    <w:rsid w:val="00305F95"/>
    <w:rsid w:val="003106E0"/>
    <w:rsid w:val="00311829"/>
    <w:rsid w:val="00313A43"/>
    <w:rsid w:val="00314988"/>
    <w:rsid w:val="00316D4B"/>
    <w:rsid w:val="00317B3A"/>
    <w:rsid w:val="00320D14"/>
    <w:rsid w:val="003222A4"/>
    <w:rsid w:val="00322B65"/>
    <w:rsid w:val="00322F7A"/>
    <w:rsid w:val="00324645"/>
    <w:rsid w:val="00324D3E"/>
    <w:rsid w:val="00324E4C"/>
    <w:rsid w:val="00324FAC"/>
    <w:rsid w:val="00326C41"/>
    <w:rsid w:val="0032762E"/>
    <w:rsid w:val="0033148F"/>
    <w:rsid w:val="003314C1"/>
    <w:rsid w:val="00331F93"/>
    <w:rsid w:val="0033249E"/>
    <w:rsid w:val="00334914"/>
    <w:rsid w:val="003356B2"/>
    <w:rsid w:val="00336112"/>
    <w:rsid w:val="00336490"/>
    <w:rsid w:val="003412DE"/>
    <w:rsid w:val="00342E23"/>
    <w:rsid w:val="00347801"/>
    <w:rsid w:val="00350425"/>
    <w:rsid w:val="003517CB"/>
    <w:rsid w:val="00352DE9"/>
    <w:rsid w:val="00353503"/>
    <w:rsid w:val="0035642B"/>
    <w:rsid w:val="00356FB8"/>
    <w:rsid w:val="0035774E"/>
    <w:rsid w:val="00360BEA"/>
    <w:rsid w:val="00363C2C"/>
    <w:rsid w:val="00366F97"/>
    <w:rsid w:val="00367AC4"/>
    <w:rsid w:val="00370A78"/>
    <w:rsid w:val="00371D56"/>
    <w:rsid w:val="00372533"/>
    <w:rsid w:val="0037348C"/>
    <w:rsid w:val="0038001B"/>
    <w:rsid w:val="00381C05"/>
    <w:rsid w:val="003827E8"/>
    <w:rsid w:val="00384BE6"/>
    <w:rsid w:val="00385E79"/>
    <w:rsid w:val="003873F1"/>
    <w:rsid w:val="00393B82"/>
    <w:rsid w:val="00394230"/>
    <w:rsid w:val="0039668A"/>
    <w:rsid w:val="003A0C27"/>
    <w:rsid w:val="003A213C"/>
    <w:rsid w:val="003A53BA"/>
    <w:rsid w:val="003A5EB3"/>
    <w:rsid w:val="003A7385"/>
    <w:rsid w:val="003A7E16"/>
    <w:rsid w:val="003B09D1"/>
    <w:rsid w:val="003B1A3B"/>
    <w:rsid w:val="003B32C6"/>
    <w:rsid w:val="003B483C"/>
    <w:rsid w:val="003B59B8"/>
    <w:rsid w:val="003B69C8"/>
    <w:rsid w:val="003C0381"/>
    <w:rsid w:val="003C06B3"/>
    <w:rsid w:val="003C0737"/>
    <w:rsid w:val="003C0CEE"/>
    <w:rsid w:val="003C10AF"/>
    <w:rsid w:val="003C1832"/>
    <w:rsid w:val="003C1901"/>
    <w:rsid w:val="003C5130"/>
    <w:rsid w:val="003C6D6F"/>
    <w:rsid w:val="003D000B"/>
    <w:rsid w:val="003D0F58"/>
    <w:rsid w:val="003D141C"/>
    <w:rsid w:val="003D29BE"/>
    <w:rsid w:val="003D3414"/>
    <w:rsid w:val="003D70F2"/>
    <w:rsid w:val="003E26C7"/>
    <w:rsid w:val="003E54DE"/>
    <w:rsid w:val="003E6B49"/>
    <w:rsid w:val="003E72DD"/>
    <w:rsid w:val="003F13EB"/>
    <w:rsid w:val="003F559A"/>
    <w:rsid w:val="00403C8F"/>
    <w:rsid w:val="00404051"/>
    <w:rsid w:val="00405EA0"/>
    <w:rsid w:val="0040669E"/>
    <w:rsid w:val="00412054"/>
    <w:rsid w:val="00415268"/>
    <w:rsid w:val="0041582B"/>
    <w:rsid w:val="0042040A"/>
    <w:rsid w:val="00420CF3"/>
    <w:rsid w:val="004217EB"/>
    <w:rsid w:val="00421C8A"/>
    <w:rsid w:val="00422DFF"/>
    <w:rsid w:val="004279CB"/>
    <w:rsid w:val="0043225E"/>
    <w:rsid w:val="00433F2F"/>
    <w:rsid w:val="00434716"/>
    <w:rsid w:val="0043733F"/>
    <w:rsid w:val="00440AD5"/>
    <w:rsid w:val="0044209B"/>
    <w:rsid w:val="004456FE"/>
    <w:rsid w:val="00446DD6"/>
    <w:rsid w:val="00446EB5"/>
    <w:rsid w:val="00450191"/>
    <w:rsid w:val="00451A85"/>
    <w:rsid w:val="004523F5"/>
    <w:rsid w:val="0045263C"/>
    <w:rsid w:val="00460FE0"/>
    <w:rsid w:val="0046187E"/>
    <w:rsid w:val="0046248E"/>
    <w:rsid w:val="00464290"/>
    <w:rsid w:val="00464D6C"/>
    <w:rsid w:val="00465413"/>
    <w:rsid w:val="004709DA"/>
    <w:rsid w:val="0047134D"/>
    <w:rsid w:val="004717FD"/>
    <w:rsid w:val="004721EE"/>
    <w:rsid w:val="0047776E"/>
    <w:rsid w:val="00482479"/>
    <w:rsid w:val="00482A9B"/>
    <w:rsid w:val="0048381C"/>
    <w:rsid w:val="00483EEB"/>
    <w:rsid w:val="00484139"/>
    <w:rsid w:val="00485A7D"/>
    <w:rsid w:val="00487A9B"/>
    <w:rsid w:val="00490675"/>
    <w:rsid w:val="00491609"/>
    <w:rsid w:val="00495677"/>
    <w:rsid w:val="004A0A4B"/>
    <w:rsid w:val="004A5C32"/>
    <w:rsid w:val="004B0850"/>
    <w:rsid w:val="004B2FC5"/>
    <w:rsid w:val="004B400E"/>
    <w:rsid w:val="004B4245"/>
    <w:rsid w:val="004B562B"/>
    <w:rsid w:val="004B7566"/>
    <w:rsid w:val="004B782D"/>
    <w:rsid w:val="004C35E2"/>
    <w:rsid w:val="004C4DA2"/>
    <w:rsid w:val="004C4DF0"/>
    <w:rsid w:val="004C5187"/>
    <w:rsid w:val="004C69FE"/>
    <w:rsid w:val="004D3DEA"/>
    <w:rsid w:val="004D505D"/>
    <w:rsid w:val="004E0982"/>
    <w:rsid w:val="004E10B4"/>
    <w:rsid w:val="004E52CC"/>
    <w:rsid w:val="004E7ED9"/>
    <w:rsid w:val="004F00A7"/>
    <w:rsid w:val="004F3BD7"/>
    <w:rsid w:val="00502177"/>
    <w:rsid w:val="00504AA9"/>
    <w:rsid w:val="005053EC"/>
    <w:rsid w:val="0050687C"/>
    <w:rsid w:val="005119FF"/>
    <w:rsid w:val="0051511C"/>
    <w:rsid w:val="00515FB6"/>
    <w:rsid w:val="0051630F"/>
    <w:rsid w:val="0052137C"/>
    <w:rsid w:val="00521428"/>
    <w:rsid w:val="0052378F"/>
    <w:rsid w:val="00523B53"/>
    <w:rsid w:val="0052448C"/>
    <w:rsid w:val="00526476"/>
    <w:rsid w:val="005306FD"/>
    <w:rsid w:val="005312BE"/>
    <w:rsid w:val="005314D2"/>
    <w:rsid w:val="00531632"/>
    <w:rsid w:val="00533C36"/>
    <w:rsid w:val="00534767"/>
    <w:rsid w:val="005347A7"/>
    <w:rsid w:val="00535377"/>
    <w:rsid w:val="0053662C"/>
    <w:rsid w:val="005373A4"/>
    <w:rsid w:val="00543C59"/>
    <w:rsid w:val="00545E8B"/>
    <w:rsid w:val="00546682"/>
    <w:rsid w:val="00546F87"/>
    <w:rsid w:val="00552BE1"/>
    <w:rsid w:val="00554B5D"/>
    <w:rsid w:val="00554EF1"/>
    <w:rsid w:val="0055507F"/>
    <w:rsid w:val="0055684B"/>
    <w:rsid w:val="00560397"/>
    <w:rsid w:val="00561EEB"/>
    <w:rsid w:val="00566527"/>
    <w:rsid w:val="005720C7"/>
    <w:rsid w:val="005737FC"/>
    <w:rsid w:val="00576736"/>
    <w:rsid w:val="00576E48"/>
    <w:rsid w:val="005836F8"/>
    <w:rsid w:val="00584839"/>
    <w:rsid w:val="0058782C"/>
    <w:rsid w:val="00587F0F"/>
    <w:rsid w:val="00590983"/>
    <w:rsid w:val="0059110F"/>
    <w:rsid w:val="00595B28"/>
    <w:rsid w:val="005A0936"/>
    <w:rsid w:val="005A1B14"/>
    <w:rsid w:val="005A2644"/>
    <w:rsid w:val="005A2DFD"/>
    <w:rsid w:val="005A6A58"/>
    <w:rsid w:val="005A7348"/>
    <w:rsid w:val="005A7F8F"/>
    <w:rsid w:val="005B207C"/>
    <w:rsid w:val="005B29FC"/>
    <w:rsid w:val="005B535A"/>
    <w:rsid w:val="005C0733"/>
    <w:rsid w:val="005C1614"/>
    <w:rsid w:val="005C381C"/>
    <w:rsid w:val="005C43AF"/>
    <w:rsid w:val="005C44BA"/>
    <w:rsid w:val="005C6D8A"/>
    <w:rsid w:val="005D02B2"/>
    <w:rsid w:val="005D3121"/>
    <w:rsid w:val="005D335F"/>
    <w:rsid w:val="005D57EA"/>
    <w:rsid w:val="005D7796"/>
    <w:rsid w:val="005E1B62"/>
    <w:rsid w:val="005E20F4"/>
    <w:rsid w:val="005E2825"/>
    <w:rsid w:val="005E29C0"/>
    <w:rsid w:val="005E2A98"/>
    <w:rsid w:val="005E612E"/>
    <w:rsid w:val="005F2EEF"/>
    <w:rsid w:val="005F4044"/>
    <w:rsid w:val="005F435D"/>
    <w:rsid w:val="005F5127"/>
    <w:rsid w:val="00603FF0"/>
    <w:rsid w:val="00604CFF"/>
    <w:rsid w:val="00606E80"/>
    <w:rsid w:val="006129EA"/>
    <w:rsid w:val="00613915"/>
    <w:rsid w:val="00615D4A"/>
    <w:rsid w:val="00620D9E"/>
    <w:rsid w:val="0062285E"/>
    <w:rsid w:val="006230E9"/>
    <w:rsid w:val="00623B0D"/>
    <w:rsid w:val="006267C5"/>
    <w:rsid w:val="00627150"/>
    <w:rsid w:val="0063047A"/>
    <w:rsid w:val="00631DC3"/>
    <w:rsid w:val="00634AD1"/>
    <w:rsid w:val="00637395"/>
    <w:rsid w:val="006401E7"/>
    <w:rsid w:val="00640506"/>
    <w:rsid w:val="00640F90"/>
    <w:rsid w:val="00642223"/>
    <w:rsid w:val="00646076"/>
    <w:rsid w:val="0064702B"/>
    <w:rsid w:val="006526E6"/>
    <w:rsid w:val="00652E09"/>
    <w:rsid w:val="00654A54"/>
    <w:rsid w:val="00655114"/>
    <w:rsid w:val="00656A05"/>
    <w:rsid w:val="00657478"/>
    <w:rsid w:val="006609D6"/>
    <w:rsid w:val="00660BC9"/>
    <w:rsid w:val="006614EC"/>
    <w:rsid w:val="006669C1"/>
    <w:rsid w:val="006671F4"/>
    <w:rsid w:val="006679C2"/>
    <w:rsid w:val="00671C36"/>
    <w:rsid w:val="0067501F"/>
    <w:rsid w:val="00675C83"/>
    <w:rsid w:val="00676218"/>
    <w:rsid w:val="00681429"/>
    <w:rsid w:val="00681DDD"/>
    <w:rsid w:val="00681F98"/>
    <w:rsid w:val="00682AB7"/>
    <w:rsid w:val="00684C92"/>
    <w:rsid w:val="00685976"/>
    <w:rsid w:val="0068702F"/>
    <w:rsid w:val="00692F4D"/>
    <w:rsid w:val="00693474"/>
    <w:rsid w:val="006A4885"/>
    <w:rsid w:val="006B54F6"/>
    <w:rsid w:val="006B7D34"/>
    <w:rsid w:val="006C099D"/>
    <w:rsid w:val="006C0B95"/>
    <w:rsid w:val="006C30D0"/>
    <w:rsid w:val="006C5E01"/>
    <w:rsid w:val="006C78ED"/>
    <w:rsid w:val="006D03A5"/>
    <w:rsid w:val="006D28A1"/>
    <w:rsid w:val="006D311E"/>
    <w:rsid w:val="006D69CE"/>
    <w:rsid w:val="006D6CDC"/>
    <w:rsid w:val="006D6E14"/>
    <w:rsid w:val="006F161B"/>
    <w:rsid w:val="006F500A"/>
    <w:rsid w:val="007015BF"/>
    <w:rsid w:val="00702BE1"/>
    <w:rsid w:val="00704CBF"/>
    <w:rsid w:val="0070547F"/>
    <w:rsid w:val="0070615B"/>
    <w:rsid w:val="00706971"/>
    <w:rsid w:val="007071D3"/>
    <w:rsid w:val="00707340"/>
    <w:rsid w:val="00710B41"/>
    <w:rsid w:val="007110CD"/>
    <w:rsid w:val="007127E9"/>
    <w:rsid w:val="007136BD"/>
    <w:rsid w:val="00714295"/>
    <w:rsid w:val="0071438C"/>
    <w:rsid w:val="00714B0E"/>
    <w:rsid w:val="00714F13"/>
    <w:rsid w:val="00720CEC"/>
    <w:rsid w:val="00721E9B"/>
    <w:rsid w:val="00724D11"/>
    <w:rsid w:val="007256FF"/>
    <w:rsid w:val="00725B9C"/>
    <w:rsid w:val="00727A18"/>
    <w:rsid w:val="00730D40"/>
    <w:rsid w:val="007318B6"/>
    <w:rsid w:val="0073194B"/>
    <w:rsid w:val="0073336A"/>
    <w:rsid w:val="007337AD"/>
    <w:rsid w:val="00736755"/>
    <w:rsid w:val="0073681C"/>
    <w:rsid w:val="007371F5"/>
    <w:rsid w:val="00737200"/>
    <w:rsid w:val="007408FE"/>
    <w:rsid w:val="00741EAD"/>
    <w:rsid w:val="00742E9C"/>
    <w:rsid w:val="007448A4"/>
    <w:rsid w:val="007475BC"/>
    <w:rsid w:val="00750B9D"/>
    <w:rsid w:val="007544BF"/>
    <w:rsid w:val="007554ED"/>
    <w:rsid w:val="0075618F"/>
    <w:rsid w:val="00762EF2"/>
    <w:rsid w:val="007633C0"/>
    <w:rsid w:val="007633FC"/>
    <w:rsid w:val="00763EFA"/>
    <w:rsid w:val="00764BE1"/>
    <w:rsid w:val="007670F0"/>
    <w:rsid w:val="0077174C"/>
    <w:rsid w:val="007725BD"/>
    <w:rsid w:val="00776849"/>
    <w:rsid w:val="00777281"/>
    <w:rsid w:val="007801EA"/>
    <w:rsid w:val="007806AD"/>
    <w:rsid w:val="007807F8"/>
    <w:rsid w:val="00780BBE"/>
    <w:rsid w:val="00781FC6"/>
    <w:rsid w:val="0078362E"/>
    <w:rsid w:val="007853C0"/>
    <w:rsid w:val="00787A7F"/>
    <w:rsid w:val="00792803"/>
    <w:rsid w:val="00794A67"/>
    <w:rsid w:val="00794E86"/>
    <w:rsid w:val="00794EFE"/>
    <w:rsid w:val="0079577A"/>
    <w:rsid w:val="00795A93"/>
    <w:rsid w:val="0079748E"/>
    <w:rsid w:val="007A340F"/>
    <w:rsid w:val="007A3782"/>
    <w:rsid w:val="007A46E8"/>
    <w:rsid w:val="007B13F6"/>
    <w:rsid w:val="007B381E"/>
    <w:rsid w:val="007B3B07"/>
    <w:rsid w:val="007B4CEC"/>
    <w:rsid w:val="007B7DF9"/>
    <w:rsid w:val="007C00BD"/>
    <w:rsid w:val="007C1113"/>
    <w:rsid w:val="007C4AFD"/>
    <w:rsid w:val="007D1176"/>
    <w:rsid w:val="007D6234"/>
    <w:rsid w:val="007E00AE"/>
    <w:rsid w:val="007E0754"/>
    <w:rsid w:val="007E1031"/>
    <w:rsid w:val="007E179C"/>
    <w:rsid w:val="007E2552"/>
    <w:rsid w:val="007E39EE"/>
    <w:rsid w:val="007E6244"/>
    <w:rsid w:val="007E6640"/>
    <w:rsid w:val="007E7F92"/>
    <w:rsid w:val="007F092B"/>
    <w:rsid w:val="007F16A8"/>
    <w:rsid w:val="007F25BB"/>
    <w:rsid w:val="007F3B07"/>
    <w:rsid w:val="007F49AC"/>
    <w:rsid w:val="007F5F53"/>
    <w:rsid w:val="007F79C8"/>
    <w:rsid w:val="0080372D"/>
    <w:rsid w:val="00803DF3"/>
    <w:rsid w:val="00805EF5"/>
    <w:rsid w:val="00810F69"/>
    <w:rsid w:val="00812A4A"/>
    <w:rsid w:val="00813461"/>
    <w:rsid w:val="00813D39"/>
    <w:rsid w:val="00814349"/>
    <w:rsid w:val="00816A1B"/>
    <w:rsid w:val="0081713C"/>
    <w:rsid w:val="00817CD8"/>
    <w:rsid w:val="00820BDB"/>
    <w:rsid w:val="008245AF"/>
    <w:rsid w:val="00824B40"/>
    <w:rsid w:val="0082540B"/>
    <w:rsid w:val="00826AAC"/>
    <w:rsid w:val="00826F48"/>
    <w:rsid w:val="0083082B"/>
    <w:rsid w:val="008309DB"/>
    <w:rsid w:val="008325DA"/>
    <w:rsid w:val="00833DE8"/>
    <w:rsid w:val="00835B62"/>
    <w:rsid w:val="0084067A"/>
    <w:rsid w:val="00843302"/>
    <w:rsid w:val="008447D2"/>
    <w:rsid w:val="0084608D"/>
    <w:rsid w:val="008468BB"/>
    <w:rsid w:val="00846B43"/>
    <w:rsid w:val="0084758F"/>
    <w:rsid w:val="008505B0"/>
    <w:rsid w:val="00853180"/>
    <w:rsid w:val="00853550"/>
    <w:rsid w:val="008559F7"/>
    <w:rsid w:val="00860D31"/>
    <w:rsid w:val="00861819"/>
    <w:rsid w:val="00863531"/>
    <w:rsid w:val="008646BC"/>
    <w:rsid w:val="008653CA"/>
    <w:rsid w:val="00870544"/>
    <w:rsid w:val="00871552"/>
    <w:rsid w:val="008739EA"/>
    <w:rsid w:val="00873B22"/>
    <w:rsid w:val="00874300"/>
    <w:rsid w:val="008748E7"/>
    <w:rsid w:val="00875662"/>
    <w:rsid w:val="00877965"/>
    <w:rsid w:val="008828C8"/>
    <w:rsid w:val="00882CF2"/>
    <w:rsid w:val="008846A0"/>
    <w:rsid w:val="00884A18"/>
    <w:rsid w:val="008908F3"/>
    <w:rsid w:val="008950E5"/>
    <w:rsid w:val="008962E7"/>
    <w:rsid w:val="0089748B"/>
    <w:rsid w:val="008A0EB9"/>
    <w:rsid w:val="008A3563"/>
    <w:rsid w:val="008A45FA"/>
    <w:rsid w:val="008A5702"/>
    <w:rsid w:val="008A57D1"/>
    <w:rsid w:val="008A62BB"/>
    <w:rsid w:val="008A74F6"/>
    <w:rsid w:val="008B2047"/>
    <w:rsid w:val="008B2E19"/>
    <w:rsid w:val="008B55DF"/>
    <w:rsid w:val="008B5C71"/>
    <w:rsid w:val="008B6F73"/>
    <w:rsid w:val="008C12CF"/>
    <w:rsid w:val="008C229D"/>
    <w:rsid w:val="008C2D45"/>
    <w:rsid w:val="008C6B78"/>
    <w:rsid w:val="008C7B38"/>
    <w:rsid w:val="008D02FD"/>
    <w:rsid w:val="008D2BE7"/>
    <w:rsid w:val="008D4DE2"/>
    <w:rsid w:val="008D7EED"/>
    <w:rsid w:val="008E0122"/>
    <w:rsid w:val="008E10D6"/>
    <w:rsid w:val="008E76EC"/>
    <w:rsid w:val="008F14A6"/>
    <w:rsid w:val="008F2397"/>
    <w:rsid w:val="008F3781"/>
    <w:rsid w:val="008F72C5"/>
    <w:rsid w:val="009007FE"/>
    <w:rsid w:val="0090283E"/>
    <w:rsid w:val="0090295F"/>
    <w:rsid w:val="0090381C"/>
    <w:rsid w:val="00905038"/>
    <w:rsid w:val="009054A5"/>
    <w:rsid w:val="00906E62"/>
    <w:rsid w:val="00910057"/>
    <w:rsid w:val="0091329F"/>
    <w:rsid w:val="0091573F"/>
    <w:rsid w:val="00922E28"/>
    <w:rsid w:val="0092514F"/>
    <w:rsid w:val="00930776"/>
    <w:rsid w:val="00932941"/>
    <w:rsid w:val="00932F2B"/>
    <w:rsid w:val="009358BB"/>
    <w:rsid w:val="009368E7"/>
    <w:rsid w:val="009402F8"/>
    <w:rsid w:val="00942BF4"/>
    <w:rsid w:val="009439AE"/>
    <w:rsid w:val="00944624"/>
    <w:rsid w:val="0094587A"/>
    <w:rsid w:val="009466BE"/>
    <w:rsid w:val="00947327"/>
    <w:rsid w:val="00950102"/>
    <w:rsid w:val="00952229"/>
    <w:rsid w:val="009522B3"/>
    <w:rsid w:val="0095238C"/>
    <w:rsid w:val="00954590"/>
    <w:rsid w:val="009564BD"/>
    <w:rsid w:val="009570AD"/>
    <w:rsid w:val="0096172F"/>
    <w:rsid w:val="00963732"/>
    <w:rsid w:val="00964190"/>
    <w:rsid w:val="00971057"/>
    <w:rsid w:val="00972534"/>
    <w:rsid w:val="0097638F"/>
    <w:rsid w:val="009832D7"/>
    <w:rsid w:val="0098346B"/>
    <w:rsid w:val="00984C99"/>
    <w:rsid w:val="009875C8"/>
    <w:rsid w:val="00987A58"/>
    <w:rsid w:val="00987B63"/>
    <w:rsid w:val="00991C20"/>
    <w:rsid w:val="009925C0"/>
    <w:rsid w:val="00992BFD"/>
    <w:rsid w:val="0099553B"/>
    <w:rsid w:val="009A0860"/>
    <w:rsid w:val="009A1638"/>
    <w:rsid w:val="009A4C02"/>
    <w:rsid w:val="009A6864"/>
    <w:rsid w:val="009A7846"/>
    <w:rsid w:val="009B2915"/>
    <w:rsid w:val="009B2E45"/>
    <w:rsid w:val="009B42EA"/>
    <w:rsid w:val="009C5737"/>
    <w:rsid w:val="009D3DDA"/>
    <w:rsid w:val="009E47B5"/>
    <w:rsid w:val="009E5A82"/>
    <w:rsid w:val="009E6024"/>
    <w:rsid w:val="009E6262"/>
    <w:rsid w:val="009E639B"/>
    <w:rsid w:val="009E7770"/>
    <w:rsid w:val="009E7E4D"/>
    <w:rsid w:val="009F03EB"/>
    <w:rsid w:val="009F0FE6"/>
    <w:rsid w:val="009F14C0"/>
    <w:rsid w:val="009F2E57"/>
    <w:rsid w:val="009F4216"/>
    <w:rsid w:val="009F58C6"/>
    <w:rsid w:val="009F5A58"/>
    <w:rsid w:val="009F7FF3"/>
    <w:rsid w:val="00A0679E"/>
    <w:rsid w:val="00A0760F"/>
    <w:rsid w:val="00A0789E"/>
    <w:rsid w:val="00A12012"/>
    <w:rsid w:val="00A1583F"/>
    <w:rsid w:val="00A16D52"/>
    <w:rsid w:val="00A253CE"/>
    <w:rsid w:val="00A33BD2"/>
    <w:rsid w:val="00A35EF7"/>
    <w:rsid w:val="00A37A88"/>
    <w:rsid w:val="00A40037"/>
    <w:rsid w:val="00A40D20"/>
    <w:rsid w:val="00A442B6"/>
    <w:rsid w:val="00A45E7B"/>
    <w:rsid w:val="00A466D9"/>
    <w:rsid w:val="00A50B78"/>
    <w:rsid w:val="00A540E5"/>
    <w:rsid w:val="00A54D4D"/>
    <w:rsid w:val="00A55B82"/>
    <w:rsid w:val="00A570EA"/>
    <w:rsid w:val="00A61BF8"/>
    <w:rsid w:val="00A61EA1"/>
    <w:rsid w:val="00A61FF0"/>
    <w:rsid w:val="00A65411"/>
    <w:rsid w:val="00A6563C"/>
    <w:rsid w:val="00A67E20"/>
    <w:rsid w:val="00A67E72"/>
    <w:rsid w:val="00A70E1A"/>
    <w:rsid w:val="00A71C43"/>
    <w:rsid w:val="00A770E4"/>
    <w:rsid w:val="00A77841"/>
    <w:rsid w:val="00A827DD"/>
    <w:rsid w:val="00A86B44"/>
    <w:rsid w:val="00A87880"/>
    <w:rsid w:val="00A92EB5"/>
    <w:rsid w:val="00A939B3"/>
    <w:rsid w:val="00A94B45"/>
    <w:rsid w:val="00A95DC1"/>
    <w:rsid w:val="00A96500"/>
    <w:rsid w:val="00AA0DA5"/>
    <w:rsid w:val="00AA6B8F"/>
    <w:rsid w:val="00AB027A"/>
    <w:rsid w:val="00AB1BDF"/>
    <w:rsid w:val="00AB5061"/>
    <w:rsid w:val="00AB5562"/>
    <w:rsid w:val="00AB71A8"/>
    <w:rsid w:val="00AB7C65"/>
    <w:rsid w:val="00AC252E"/>
    <w:rsid w:val="00AC5662"/>
    <w:rsid w:val="00AC5C6A"/>
    <w:rsid w:val="00AC6191"/>
    <w:rsid w:val="00AC65B1"/>
    <w:rsid w:val="00AC6B7C"/>
    <w:rsid w:val="00AC70A8"/>
    <w:rsid w:val="00AD0540"/>
    <w:rsid w:val="00AD0B7D"/>
    <w:rsid w:val="00AD0E17"/>
    <w:rsid w:val="00AD3FC5"/>
    <w:rsid w:val="00AD609C"/>
    <w:rsid w:val="00AD62CA"/>
    <w:rsid w:val="00AD73B4"/>
    <w:rsid w:val="00AE0876"/>
    <w:rsid w:val="00AE1944"/>
    <w:rsid w:val="00AE1BE5"/>
    <w:rsid w:val="00AE664A"/>
    <w:rsid w:val="00AE6769"/>
    <w:rsid w:val="00AF057F"/>
    <w:rsid w:val="00AF4D7C"/>
    <w:rsid w:val="00AF4DD7"/>
    <w:rsid w:val="00AF534F"/>
    <w:rsid w:val="00B0047B"/>
    <w:rsid w:val="00B02CDC"/>
    <w:rsid w:val="00B03D31"/>
    <w:rsid w:val="00B074FB"/>
    <w:rsid w:val="00B11B0D"/>
    <w:rsid w:val="00B2007A"/>
    <w:rsid w:val="00B22ABE"/>
    <w:rsid w:val="00B233A1"/>
    <w:rsid w:val="00B23E99"/>
    <w:rsid w:val="00B250EB"/>
    <w:rsid w:val="00B30D25"/>
    <w:rsid w:val="00B33AB5"/>
    <w:rsid w:val="00B33CCF"/>
    <w:rsid w:val="00B35986"/>
    <w:rsid w:val="00B400E8"/>
    <w:rsid w:val="00B41390"/>
    <w:rsid w:val="00B51AFB"/>
    <w:rsid w:val="00B51B52"/>
    <w:rsid w:val="00B5216A"/>
    <w:rsid w:val="00B52F68"/>
    <w:rsid w:val="00B54769"/>
    <w:rsid w:val="00B556C0"/>
    <w:rsid w:val="00B66675"/>
    <w:rsid w:val="00B7199D"/>
    <w:rsid w:val="00B74DBD"/>
    <w:rsid w:val="00B756B2"/>
    <w:rsid w:val="00B80312"/>
    <w:rsid w:val="00B846AC"/>
    <w:rsid w:val="00B869BB"/>
    <w:rsid w:val="00B91885"/>
    <w:rsid w:val="00B91D4B"/>
    <w:rsid w:val="00B970FE"/>
    <w:rsid w:val="00BA084E"/>
    <w:rsid w:val="00BA10C4"/>
    <w:rsid w:val="00BA1DFF"/>
    <w:rsid w:val="00BA3889"/>
    <w:rsid w:val="00BA3901"/>
    <w:rsid w:val="00BA623E"/>
    <w:rsid w:val="00BA6261"/>
    <w:rsid w:val="00BB2F63"/>
    <w:rsid w:val="00BB3AF5"/>
    <w:rsid w:val="00BB4DE8"/>
    <w:rsid w:val="00BC0089"/>
    <w:rsid w:val="00BC3842"/>
    <w:rsid w:val="00BC57EF"/>
    <w:rsid w:val="00BC6EDB"/>
    <w:rsid w:val="00BC6F1F"/>
    <w:rsid w:val="00BD13C1"/>
    <w:rsid w:val="00BD5F79"/>
    <w:rsid w:val="00BD7D6D"/>
    <w:rsid w:val="00BE1062"/>
    <w:rsid w:val="00BE2B82"/>
    <w:rsid w:val="00BE600E"/>
    <w:rsid w:val="00BE6AF6"/>
    <w:rsid w:val="00BF1FE0"/>
    <w:rsid w:val="00BF2C23"/>
    <w:rsid w:val="00BF38CC"/>
    <w:rsid w:val="00BF558D"/>
    <w:rsid w:val="00C00AA0"/>
    <w:rsid w:val="00C00AAF"/>
    <w:rsid w:val="00C01125"/>
    <w:rsid w:val="00C01FC5"/>
    <w:rsid w:val="00C023C4"/>
    <w:rsid w:val="00C10560"/>
    <w:rsid w:val="00C15FF0"/>
    <w:rsid w:val="00C16F72"/>
    <w:rsid w:val="00C2038F"/>
    <w:rsid w:val="00C22069"/>
    <w:rsid w:val="00C221D2"/>
    <w:rsid w:val="00C238D1"/>
    <w:rsid w:val="00C256FA"/>
    <w:rsid w:val="00C31E36"/>
    <w:rsid w:val="00C3270E"/>
    <w:rsid w:val="00C3334B"/>
    <w:rsid w:val="00C33ABC"/>
    <w:rsid w:val="00C36D82"/>
    <w:rsid w:val="00C4098D"/>
    <w:rsid w:val="00C4398E"/>
    <w:rsid w:val="00C43EE9"/>
    <w:rsid w:val="00C45CE3"/>
    <w:rsid w:val="00C46298"/>
    <w:rsid w:val="00C47FE1"/>
    <w:rsid w:val="00C50211"/>
    <w:rsid w:val="00C529D0"/>
    <w:rsid w:val="00C546D0"/>
    <w:rsid w:val="00C55896"/>
    <w:rsid w:val="00C55CF9"/>
    <w:rsid w:val="00C56382"/>
    <w:rsid w:val="00C567A8"/>
    <w:rsid w:val="00C57288"/>
    <w:rsid w:val="00C57842"/>
    <w:rsid w:val="00C61851"/>
    <w:rsid w:val="00C62135"/>
    <w:rsid w:val="00C63006"/>
    <w:rsid w:val="00C670DB"/>
    <w:rsid w:val="00C7593B"/>
    <w:rsid w:val="00C75A97"/>
    <w:rsid w:val="00C76509"/>
    <w:rsid w:val="00C76762"/>
    <w:rsid w:val="00C801C9"/>
    <w:rsid w:val="00C83449"/>
    <w:rsid w:val="00C836A5"/>
    <w:rsid w:val="00C912AD"/>
    <w:rsid w:val="00C928F4"/>
    <w:rsid w:val="00C93292"/>
    <w:rsid w:val="00C95AF4"/>
    <w:rsid w:val="00C96515"/>
    <w:rsid w:val="00C972D5"/>
    <w:rsid w:val="00CA3DC9"/>
    <w:rsid w:val="00CA761D"/>
    <w:rsid w:val="00CA7944"/>
    <w:rsid w:val="00CA7F7A"/>
    <w:rsid w:val="00CB2857"/>
    <w:rsid w:val="00CB494E"/>
    <w:rsid w:val="00CB7B74"/>
    <w:rsid w:val="00CC031A"/>
    <w:rsid w:val="00CC3C30"/>
    <w:rsid w:val="00CC4B02"/>
    <w:rsid w:val="00CD289A"/>
    <w:rsid w:val="00CE084B"/>
    <w:rsid w:val="00CE4B93"/>
    <w:rsid w:val="00CF2ADD"/>
    <w:rsid w:val="00CF57D2"/>
    <w:rsid w:val="00CF5F1D"/>
    <w:rsid w:val="00CF6664"/>
    <w:rsid w:val="00D00EA6"/>
    <w:rsid w:val="00D02108"/>
    <w:rsid w:val="00D02C37"/>
    <w:rsid w:val="00D0607F"/>
    <w:rsid w:val="00D13C2F"/>
    <w:rsid w:val="00D142FF"/>
    <w:rsid w:val="00D1551A"/>
    <w:rsid w:val="00D15BE2"/>
    <w:rsid w:val="00D17AFF"/>
    <w:rsid w:val="00D17C1F"/>
    <w:rsid w:val="00D205AF"/>
    <w:rsid w:val="00D220FD"/>
    <w:rsid w:val="00D22E40"/>
    <w:rsid w:val="00D23FB9"/>
    <w:rsid w:val="00D24331"/>
    <w:rsid w:val="00D262BC"/>
    <w:rsid w:val="00D270F5"/>
    <w:rsid w:val="00D278C0"/>
    <w:rsid w:val="00D3366D"/>
    <w:rsid w:val="00D33D57"/>
    <w:rsid w:val="00D36F3C"/>
    <w:rsid w:val="00D37578"/>
    <w:rsid w:val="00D44DB8"/>
    <w:rsid w:val="00D5048E"/>
    <w:rsid w:val="00D50B55"/>
    <w:rsid w:val="00D520DE"/>
    <w:rsid w:val="00D54AC8"/>
    <w:rsid w:val="00D54F9B"/>
    <w:rsid w:val="00D56903"/>
    <w:rsid w:val="00D56D3C"/>
    <w:rsid w:val="00D5739F"/>
    <w:rsid w:val="00D60D44"/>
    <w:rsid w:val="00D61561"/>
    <w:rsid w:val="00D616DA"/>
    <w:rsid w:val="00D6231F"/>
    <w:rsid w:val="00D65BCF"/>
    <w:rsid w:val="00D66709"/>
    <w:rsid w:val="00D676E2"/>
    <w:rsid w:val="00D72A0F"/>
    <w:rsid w:val="00D774A6"/>
    <w:rsid w:val="00D77C31"/>
    <w:rsid w:val="00D838E3"/>
    <w:rsid w:val="00D84853"/>
    <w:rsid w:val="00D85752"/>
    <w:rsid w:val="00D85C5D"/>
    <w:rsid w:val="00D86E79"/>
    <w:rsid w:val="00D879FC"/>
    <w:rsid w:val="00D90424"/>
    <w:rsid w:val="00D90DF8"/>
    <w:rsid w:val="00D918C5"/>
    <w:rsid w:val="00D9257A"/>
    <w:rsid w:val="00D93295"/>
    <w:rsid w:val="00D93B7C"/>
    <w:rsid w:val="00D94EEF"/>
    <w:rsid w:val="00D97CA6"/>
    <w:rsid w:val="00DA0160"/>
    <w:rsid w:val="00DA199E"/>
    <w:rsid w:val="00DA1FBB"/>
    <w:rsid w:val="00DA30F0"/>
    <w:rsid w:val="00DA51E6"/>
    <w:rsid w:val="00DA5312"/>
    <w:rsid w:val="00DA5D0F"/>
    <w:rsid w:val="00DA6361"/>
    <w:rsid w:val="00DB4BE4"/>
    <w:rsid w:val="00DB5C61"/>
    <w:rsid w:val="00DB5DF0"/>
    <w:rsid w:val="00DB6BFC"/>
    <w:rsid w:val="00DB730A"/>
    <w:rsid w:val="00DB7D4D"/>
    <w:rsid w:val="00DC21D9"/>
    <w:rsid w:val="00DC2506"/>
    <w:rsid w:val="00DC3184"/>
    <w:rsid w:val="00DC68E6"/>
    <w:rsid w:val="00DC7A36"/>
    <w:rsid w:val="00DC7AAD"/>
    <w:rsid w:val="00DD0126"/>
    <w:rsid w:val="00DD0529"/>
    <w:rsid w:val="00DD2CEA"/>
    <w:rsid w:val="00DD691B"/>
    <w:rsid w:val="00DD72EF"/>
    <w:rsid w:val="00DE0AD3"/>
    <w:rsid w:val="00DE3CA6"/>
    <w:rsid w:val="00DE4404"/>
    <w:rsid w:val="00DE6507"/>
    <w:rsid w:val="00DE6F98"/>
    <w:rsid w:val="00DE77F4"/>
    <w:rsid w:val="00DF24CD"/>
    <w:rsid w:val="00DF3BA3"/>
    <w:rsid w:val="00DF5D53"/>
    <w:rsid w:val="00DF68A1"/>
    <w:rsid w:val="00DF6934"/>
    <w:rsid w:val="00DF6A8B"/>
    <w:rsid w:val="00DF6DB4"/>
    <w:rsid w:val="00DF7F82"/>
    <w:rsid w:val="00E00790"/>
    <w:rsid w:val="00E00AFF"/>
    <w:rsid w:val="00E01088"/>
    <w:rsid w:val="00E04417"/>
    <w:rsid w:val="00E0537A"/>
    <w:rsid w:val="00E05390"/>
    <w:rsid w:val="00E0597B"/>
    <w:rsid w:val="00E12FD4"/>
    <w:rsid w:val="00E13847"/>
    <w:rsid w:val="00E16014"/>
    <w:rsid w:val="00E16118"/>
    <w:rsid w:val="00E17D84"/>
    <w:rsid w:val="00E20012"/>
    <w:rsid w:val="00E20290"/>
    <w:rsid w:val="00E22C72"/>
    <w:rsid w:val="00E24A81"/>
    <w:rsid w:val="00E24B0F"/>
    <w:rsid w:val="00E269EE"/>
    <w:rsid w:val="00E2718A"/>
    <w:rsid w:val="00E30D49"/>
    <w:rsid w:val="00E336CC"/>
    <w:rsid w:val="00E35642"/>
    <w:rsid w:val="00E373B5"/>
    <w:rsid w:val="00E40451"/>
    <w:rsid w:val="00E40C04"/>
    <w:rsid w:val="00E40D9C"/>
    <w:rsid w:val="00E41294"/>
    <w:rsid w:val="00E4142B"/>
    <w:rsid w:val="00E47EF2"/>
    <w:rsid w:val="00E50770"/>
    <w:rsid w:val="00E52E65"/>
    <w:rsid w:val="00E53F23"/>
    <w:rsid w:val="00E613A5"/>
    <w:rsid w:val="00E615EF"/>
    <w:rsid w:val="00E638B4"/>
    <w:rsid w:val="00E63EEF"/>
    <w:rsid w:val="00E648E3"/>
    <w:rsid w:val="00E657F1"/>
    <w:rsid w:val="00E7065F"/>
    <w:rsid w:val="00E736AA"/>
    <w:rsid w:val="00E736F3"/>
    <w:rsid w:val="00E769A6"/>
    <w:rsid w:val="00E76BC6"/>
    <w:rsid w:val="00E77B64"/>
    <w:rsid w:val="00E80DBF"/>
    <w:rsid w:val="00E80FFB"/>
    <w:rsid w:val="00E84507"/>
    <w:rsid w:val="00E87BE4"/>
    <w:rsid w:val="00E87FE8"/>
    <w:rsid w:val="00E931F6"/>
    <w:rsid w:val="00E93490"/>
    <w:rsid w:val="00E939F0"/>
    <w:rsid w:val="00E96DCA"/>
    <w:rsid w:val="00E96EE7"/>
    <w:rsid w:val="00E97B7C"/>
    <w:rsid w:val="00EA0792"/>
    <w:rsid w:val="00EA38FE"/>
    <w:rsid w:val="00EA5751"/>
    <w:rsid w:val="00EA5C10"/>
    <w:rsid w:val="00EA618F"/>
    <w:rsid w:val="00EA685D"/>
    <w:rsid w:val="00EA6C2E"/>
    <w:rsid w:val="00EB0218"/>
    <w:rsid w:val="00EB056E"/>
    <w:rsid w:val="00EB0EA0"/>
    <w:rsid w:val="00EB1155"/>
    <w:rsid w:val="00EB6989"/>
    <w:rsid w:val="00EB6DFB"/>
    <w:rsid w:val="00EB7188"/>
    <w:rsid w:val="00EC013A"/>
    <w:rsid w:val="00EC1971"/>
    <w:rsid w:val="00EC2C2C"/>
    <w:rsid w:val="00EC54E0"/>
    <w:rsid w:val="00ED0EE4"/>
    <w:rsid w:val="00ED1F39"/>
    <w:rsid w:val="00ED3869"/>
    <w:rsid w:val="00ED5693"/>
    <w:rsid w:val="00ED5B14"/>
    <w:rsid w:val="00ED5CBE"/>
    <w:rsid w:val="00EE4600"/>
    <w:rsid w:val="00EE5F6F"/>
    <w:rsid w:val="00EF0C27"/>
    <w:rsid w:val="00EF155C"/>
    <w:rsid w:val="00EF64D5"/>
    <w:rsid w:val="00EF735E"/>
    <w:rsid w:val="00EF7783"/>
    <w:rsid w:val="00EF7DEF"/>
    <w:rsid w:val="00F0166D"/>
    <w:rsid w:val="00F02B0F"/>
    <w:rsid w:val="00F05F26"/>
    <w:rsid w:val="00F0723D"/>
    <w:rsid w:val="00F133BD"/>
    <w:rsid w:val="00F13C17"/>
    <w:rsid w:val="00F15069"/>
    <w:rsid w:val="00F15474"/>
    <w:rsid w:val="00F15A27"/>
    <w:rsid w:val="00F205C0"/>
    <w:rsid w:val="00F22F72"/>
    <w:rsid w:val="00F22F77"/>
    <w:rsid w:val="00F24241"/>
    <w:rsid w:val="00F278F5"/>
    <w:rsid w:val="00F33EE0"/>
    <w:rsid w:val="00F34B7A"/>
    <w:rsid w:val="00F36733"/>
    <w:rsid w:val="00F37885"/>
    <w:rsid w:val="00F407EE"/>
    <w:rsid w:val="00F42340"/>
    <w:rsid w:val="00F45986"/>
    <w:rsid w:val="00F45B79"/>
    <w:rsid w:val="00F4633E"/>
    <w:rsid w:val="00F5135A"/>
    <w:rsid w:val="00F52B84"/>
    <w:rsid w:val="00F53851"/>
    <w:rsid w:val="00F54D62"/>
    <w:rsid w:val="00F5581F"/>
    <w:rsid w:val="00F56D9E"/>
    <w:rsid w:val="00F5780C"/>
    <w:rsid w:val="00F600B1"/>
    <w:rsid w:val="00F60B55"/>
    <w:rsid w:val="00F61EE1"/>
    <w:rsid w:val="00F6212C"/>
    <w:rsid w:val="00F62A17"/>
    <w:rsid w:val="00F63B7E"/>
    <w:rsid w:val="00F64ADE"/>
    <w:rsid w:val="00F666E2"/>
    <w:rsid w:val="00F676E1"/>
    <w:rsid w:val="00F70585"/>
    <w:rsid w:val="00F70754"/>
    <w:rsid w:val="00F70E21"/>
    <w:rsid w:val="00F70ECA"/>
    <w:rsid w:val="00F7349F"/>
    <w:rsid w:val="00F74185"/>
    <w:rsid w:val="00F75261"/>
    <w:rsid w:val="00F7655E"/>
    <w:rsid w:val="00F80CAD"/>
    <w:rsid w:val="00F8130C"/>
    <w:rsid w:val="00F84756"/>
    <w:rsid w:val="00F84A74"/>
    <w:rsid w:val="00F90A96"/>
    <w:rsid w:val="00F90D85"/>
    <w:rsid w:val="00F921F2"/>
    <w:rsid w:val="00F9426A"/>
    <w:rsid w:val="00F953BD"/>
    <w:rsid w:val="00FA1A33"/>
    <w:rsid w:val="00FA1BB1"/>
    <w:rsid w:val="00FA4116"/>
    <w:rsid w:val="00FA5B55"/>
    <w:rsid w:val="00FB1735"/>
    <w:rsid w:val="00FB1FDE"/>
    <w:rsid w:val="00FB48E1"/>
    <w:rsid w:val="00FB75F4"/>
    <w:rsid w:val="00FC13AF"/>
    <w:rsid w:val="00FC3D48"/>
    <w:rsid w:val="00FC452B"/>
    <w:rsid w:val="00FC56FE"/>
    <w:rsid w:val="00FD1927"/>
    <w:rsid w:val="00FD26F5"/>
    <w:rsid w:val="00FD4729"/>
    <w:rsid w:val="00FD54F7"/>
    <w:rsid w:val="00FD5BBF"/>
    <w:rsid w:val="00FD73AC"/>
    <w:rsid w:val="00FE6B2B"/>
    <w:rsid w:val="00FE72E5"/>
    <w:rsid w:val="00FF01A4"/>
    <w:rsid w:val="00FF180F"/>
    <w:rsid w:val="00FF2FCA"/>
    <w:rsid w:val="00FF51A9"/>
    <w:rsid w:val="00FF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D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A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671F4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F70754"/>
    <w:rPr>
      <w:b/>
      <w:bCs/>
      <w:color w:val="26282F"/>
      <w:sz w:val="26"/>
      <w:szCs w:val="26"/>
    </w:rPr>
  </w:style>
  <w:style w:type="paragraph" w:customStyle="1" w:styleId="a4">
    <w:name w:val="Нормальный (таблица)"/>
    <w:basedOn w:val="a"/>
    <w:next w:val="a"/>
    <w:uiPriority w:val="99"/>
    <w:rsid w:val="00F707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F70754"/>
    <w:rPr>
      <w:b/>
      <w:bCs/>
      <w:color w:val="106BBE"/>
      <w:sz w:val="26"/>
      <w:szCs w:val="26"/>
    </w:rPr>
  </w:style>
  <w:style w:type="paragraph" w:customStyle="1" w:styleId="ConsPlusNonformat">
    <w:name w:val="ConsPlusNonformat"/>
    <w:uiPriority w:val="99"/>
    <w:rsid w:val="00403C8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ext1">
    <w:name w:val="text1"/>
    <w:rsid w:val="00D61561"/>
    <w:rPr>
      <w:rFonts w:ascii="Arial" w:hAnsi="Arial" w:cs="Arial" w:hint="default"/>
      <w:sz w:val="18"/>
      <w:szCs w:val="18"/>
    </w:rPr>
  </w:style>
  <w:style w:type="paragraph" w:styleId="a6">
    <w:name w:val="Normal (Web)"/>
    <w:basedOn w:val="a"/>
    <w:rsid w:val="00E80FF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7">
    <w:name w:val="Стиль"/>
    <w:rsid w:val="00031D79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8">
    <w:name w:val="Таблицы (моноширинный)"/>
    <w:basedOn w:val="a7"/>
    <w:next w:val="a7"/>
    <w:rsid w:val="00031D79"/>
    <w:pPr>
      <w:ind w:firstLine="0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rsid w:val="00884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884A18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styleId="aa">
    <w:name w:val="No Spacing"/>
    <w:uiPriority w:val="1"/>
    <w:qFormat/>
    <w:rsid w:val="001D2CE4"/>
    <w:rPr>
      <w:rFonts w:eastAsia="Times New Roman"/>
      <w:sz w:val="22"/>
      <w:szCs w:val="22"/>
    </w:rPr>
  </w:style>
  <w:style w:type="character" w:styleId="ab">
    <w:name w:val="Strong"/>
    <w:uiPriority w:val="99"/>
    <w:qFormat/>
    <w:rsid w:val="00E87FE8"/>
    <w:rPr>
      <w:b/>
      <w:bCs/>
    </w:rPr>
  </w:style>
  <w:style w:type="character" w:styleId="ac">
    <w:name w:val="Emphasis"/>
    <w:qFormat/>
    <w:rsid w:val="00E87FE8"/>
    <w:rPr>
      <w:i/>
      <w:iCs/>
    </w:rPr>
  </w:style>
  <w:style w:type="character" w:customStyle="1" w:styleId="ad">
    <w:name w:val="Основной текст_"/>
    <w:link w:val="30"/>
    <w:rsid w:val="001931A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d"/>
    <w:rsid w:val="001931AA"/>
    <w:pPr>
      <w:shd w:val="clear" w:color="auto" w:fill="FFFFFF"/>
      <w:spacing w:before="420" w:after="240" w:line="322" w:lineRule="exact"/>
      <w:ind w:hanging="42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21">
    <w:name w:val="Основной текст21"/>
    <w:rsid w:val="001931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12">
    <w:name w:val="Font Style12"/>
    <w:rsid w:val="001931AA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11"/>
    <w:uiPriority w:val="99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">
    <w:name w:val="Основной текст16"/>
    <w:rsid w:val="00603F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0">
    <w:name w:val="Заголовок 6 Знак"/>
    <w:link w:val="6"/>
    <w:semiHidden/>
    <w:rsid w:val="006671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e">
    <w:name w:val="Revision"/>
    <w:hidden/>
    <w:uiPriority w:val="99"/>
    <w:semiHidden/>
    <w:rsid w:val="00C42CB3"/>
    <w:rPr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4F00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F00A7"/>
    <w:rPr>
      <w:rFonts w:ascii="Tahoma" w:hAnsi="Tahoma" w:cs="Tahoma"/>
      <w:sz w:val="16"/>
      <w:szCs w:val="16"/>
      <w:lang w:eastAsia="en-US"/>
    </w:rPr>
  </w:style>
  <w:style w:type="paragraph" w:styleId="af1">
    <w:name w:val="Body Text"/>
    <w:basedOn w:val="a"/>
    <w:link w:val="af2"/>
    <w:unhideWhenUsed/>
    <w:rsid w:val="00F6212C"/>
    <w:pPr>
      <w:suppressAutoHyphens/>
      <w:spacing w:after="120" w:line="240" w:lineRule="auto"/>
    </w:pPr>
    <w:rPr>
      <w:rFonts w:ascii="Times New Roman" w:eastAsia="Arial Unicode MS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F6212C"/>
    <w:rPr>
      <w:rFonts w:ascii="Times New Roman" w:eastAsia="Arial Unicode MS" w:hAnsi="Times New Roman"/>
      <w:sz w:val="24"/>
      <w:szCs w:val="24"/>
      <w:lang w:eastAsia="ar-SA"/>
    </w:rPr>
  </w:style>
  <w:style w:type="paragraph" w:styleId="af3">
    <w:name w:val="header"/>
    <w:basedOn w:val="a"/>
    <w:link w:val="af4"/>
    <w:uiPriority w:val="99"/>
    <w:semiHidden/>
    <w:unhideWhenUsed/>
    <w:rsid w:val="000C4B6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0C4B6B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0C4B6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C4B6B"/>
    <w:rPr>
      <w:sz w:val="22"/>
      <w:szCs w:val="22"/>
      <w:lang w:eastAsia="en-US"/>
    </w:rPr>
  </w:style>
  <w:style w:type="paragraph" w:styleId="af7">
    <w:name w:val="List Paragraph"/>
    <w:basedOn w:val="a"/>
    <w:uiPriority w:val="34"/>
    <w:qFormat/>
    <w:rsid w:val="00FF51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4;&#1086;&#1080;%20&#1076;&#1086;&#1082;&#1091;&#1084;&#1077;&#1090;&#1099;\&#1052;&#1062;&#1055;%20&#1085;&#1072;%20&#1091;&#1090;&#1074;&#1077;&#1088;&#1078;&#1076;&#1077;&#1085;&#1080;&#1077;\&#1084;&#1094;&#1087;%202014\&#1083;&#1080;&#1079;&#1080;&#1085;&#1075;\&#1083;&#1080;&#1079;&#1080;&#1085;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BF083-C376-4F51-9337-068C237D18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07E065-0D0D-4E75-8F82-FC1F8981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лизинг.dot</Template>
  <TotalTime>65</TotalTime>
  <Pages>15</Pages>
  <Words>2523</Words>
  <Characters>14384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vt:lpstr>
    </vt:vector>
  </TitlesOfParts>
  <Company>Krokoz™</Company>
  <LinksUpToDate>false</LinksUpToDate>
  <CharactersWithSpaces>16874</CharactersWithSpaces>
  <SharedDoc>false</SharedDoc>
  <HLinks>
    <vt:vector size="36" baseType="variant">
      <vt:variant>
        <vt:i4>1065</vt:i4>
      </vt:variant>
      <vt:variant>
        <vt:i4>15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12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9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1065</vt:i4>
      </vt:variant>
      <vt:variant>
        <vt:i4>6</vt:i4>
      </vt:variant>
      <vt:variant>
        <vt:i4>0</vt:i4>
      </vt:variant>
      <vt:variant>
        <vt:i4>5</vt:i4>
      </vt:variant>
      <vt:variant>
        <vt:lpwstr>\\192.168.0.111\_общая_\сельхозники\программа 2015-2020\Приложение СХ.doc</vt:lpwstr>
      </vt:variant>
      <vt:variant>
        <vt:lpwstr>sub_1100</vt:lpwstr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Par2003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 образования город Балаково «Развитие транспортной системы муниципального образования город Балаково» на 2014 год</dc:title>
  <dc:creator>Пользователь Windows</dc:creator>
  <cp:lastModifiedBy>смородинова-ав</cp:lastModifiedBy>
  <cp:revision>37</cp:revision>
  <cp:lastPrinted>2023-04-20T08:05:00Z</cp:lastPrinted>
  <dcterms:created xsi:type="dcterms:W3CDTF">2023-04-14T11:59:00Z</dcterms:created>
  <dcterms:modified xsi:type="dcterms:W3CDTF">2023-04-27T08:37:00Z</dcterms:modified>
</cp:coreProperties>
</file>